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6E" w:rsidRDefault="006E1F6E" w:rsidP="00560FF6">
      <w:pPr>
        <w:jc w:val="center"/>
        <w:rPr>
          <w:b/>
        </w:rPr>
      </w:pPr>
      <w:r>
        <w:rPr>
          <w:rFonts w:cs="Arial"/>
          <w:b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Shil_grb" style="width:63.75pt;height:73.5pt;visibility:visible">
            <v:imagedata r:id="rId5" o:title=""/>
          </v:shape>
        </w:pic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32"/>
          <w:szCs w:val="32"/>
        </w:rPr>
        <w:tab/>
      </w:r>
    </w:p>
    <w:p w:rsidR="006E1F6E" w:rsidRDefault="006E1F6E" w:rsidP="00560FF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СОВЕТ МУНИЦИПАЛЬНОГО РАЙОНА «ШИЛКИНСКИЙ РАЙОН» </w:t>
      </w:r>
    </w:p>
    <w:p w:rsidR="006E1F6E" w:rsidRDefault="006E1F6E" w:rsidP="00560FF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Е Ш Е Н И Е</w:t>
      </w:r>
    </w:p>
    <w:p w:rsidR="006E1F6E" w:rsidRDefault="006E1F6E" w:rsidP="00560FF6">
      <w:pPr>
        <w:pStyle w:val="Title"/>
        <w:ind w:firstLine="0"/>
        <w:jc w:val="left"/>
        <w:rPr>
          <w:rFonts w:ascii="Arial" w:hAnsi="Arial" w:cs="Arial"/>
          <w:szCs w:val="28"/>
        </w:rPr>
      </w:pPr>
    </w:p>
    <w:p w:rsidR="006E1F6E" w:rsidRDefault="006E1F6E" w:rsidP="00560FF6">
      <w:pPr>
        <w:jc w:val="both"/>
      </w:pPr>
      <w:r w:rsidRPr="00560FF6">
        <w:t>30 декабря  2016  года</w:t>
      </w:r>
      <w:r w:rsidRPr="00560FF6">
        <w:tab/>
      </w:r>
      <w:r w:rsidRPr="00560FF6">
        <w:tab/>
      </w:r>
      <w:r w:rsidRPr="00560FF6">
        <w:tab/>
        <w:t xml:space="preserve">г. Шилка              </w:t>
      </w:r>
      <w:r>
        <w:t xml:space="preserve">                            </w:t>
      </w:r>
      <w:r w:rsidRPr="00560FF6">
        <w:t xml:space="preserve">    </w:t>
      </w:r>
      <w:r>
        <w:t xml:space="preserve">№ </w:t>
      </w:r>
    </w:p>
    <w:p w:rsidR="006E1F6E" w:rsidRDefault="006E1F6E" w:rsidP="00560FF6">
      <w:pPr>
        <w:jc w:val="both"/>
      </w:pPr>
    </w:p>
    <w:p w:rsidR="006E1F6E" w:rsidRDefault="006E1F6E" w:rsidP="00587DDA">
      <w:pPr>
        <w:jc w:val="center"/>
        <w:rPr>
          <w:b/>
        </w:rPr>
      </w:pPr>
      <w:r w:rsidRPr="00587DDA">
        <w:rPr>
          <w:b/>
        </w:rPr>
        <w:t>О размерах и условиях оплаты труда руководителей и работников муниц</w:t>
      </w:r>
      <w:r w:rsidRPr="00587DDA">
        <w:rPr>
          <w:b/>
        </w:rPr>
        <w:t>и</w:t>
      </w:r>
      <w:r w:rsidRPr="00587DDA">
        <w:rPr>
          <w:b/>
        </w:rPr>
        <w:t>пал</w:t>
      </w:r>
      <w:r w:rsidRPr="00587DDA">
        <w:rPr>
          <w:b/>
        </w:rPr>
        <w:t>ь</w:t>
      </w:r>
      <w:r w:rsidRPr="00587DDA">
        <w:rPr>
          <w:b/>
        </w:rPr>
        <w:t>ных предприятий муниципального района «Шилкинский район»</w:t>
      </w:r>
    </w:p>
    <w:p w:rsidR="006E1F6E" w:rsidRDefault="006E1F6E" w:rsidP="00587DDA">
      <w:pPr>
        <w:jc w:val="center"/>
        <w:rPr>
          <w:b/>
        </w:rPr>
      </w:pPr>
    </w:p>
    <w:p w:rsidR="006E1F6E" w:rsidRDefault="006E1F6E" w:rsidP="00587DDA">
      <w:pPr>
        <w:jc w:val="center"/>
        <w:rPr>
          <w:b/>
        </w:rPr>
      </w:pPr>
    </w:p>
    <w:p w:rsidR="006E1F6E" w:rsidRDefault="006E1F6E" w:rsidP="00587DDA">
      <w:pPr>
        <w:jc w:val="both"/>
      </w:pPr>
      <w:r>
        <w:rPr>
          <w:b/>
        </w:rPr>
        <w:tab/>
      </w:r>
      <w:r>
        <w:t>В соответствии с Трудовым кодексом Российской Федерации, частью 2 статьи 53 Федерального закона от 6 октября 2003 года №131-ФЗ «Об общих принципах организации местного самоуправления в Российской Федерации», руководствуясь статьей 25 Устава муниципального района «Шилкинский ра</w:t>
      </w:r>
      <w:r>
        <w:t>й</w:t>
      </w:r>
      <w:r>
        <w:t xml:space="preserve">он», Совет муниципального района «Шилкинский район» </w:t>
      </w:r>
      <w:r w:rsidRPr="00587DDA">
        <w:rPr>
          <w:b/>
        </w:rPr>
        <w:t>решил:</w:t>
      </w:r>
    </w:p>
    <w:p w:rsidR="006E1F6E" w:rsidRDefault="006E1F6E" w:rsidP="00587DDA">
      <w:pPr>
        <w:jc w:val="both"/>
      </w:pPr>
    </w:p>
    <w:p w:rsidR="006E1F6E" w:rsidRDefault="006E1F6E" w:rsidP="00587DDA">
      <w:pPr>
        <w:numPr>
          <w:ilvl w:val="0"/>
          <w:numId w:val="3"/>
        </w:numPr>
        <w:jc w:val="both"/>
      </w:pPr>
      <w:r>
        <w:t>Утвердить прилагаемое Положение о размерах и условиях оплаты труда руководителей и работников муниципальных предприятий муниципальн</w:t>
      </w:r>
      <w:r>
        <w:t>о</w:t>
      </w:r>
      <w:r>
        <w:t>го ра</w:t>
      </w:r>
      <w:r>
        <w:t>й</w:t>
      </w:r>
      <w:r>
        <w:t>она «Шилкинский район»;</w:t>
      </w:r>
    </w:p>
    <w:p w:rsidR="006E1F6E" w:rsidRDefault="006E1F6E" w:rsidP="00587DDA">
      <w:pPr>
        <w:numPr>
          <w:ilvl w:val="0"/>
          <w:numId w:val="3"/>
        </w:numPr>
        <w:jc w:val="both"/>
      </w:pPr>
      <w:r>
        <w:t>Настоящее решение вступает в силу после его официального опубликов</w:t>
      </w:r>
      <w:r>
        <w:t>а</w:t>
      </w:r>
      <w:r>
        <w:t>ния (обнародования);</w:t>
      </w:r>
    </w:p>
    <w:p w:rsidR="006E1F6E" w:rsidRDefault="006E1F6E" w:rsidP="00587DDA">
      <w:pPr>
        <w:numPr>
          <w:ilvl w:val="0"/>
          <w:numId w:val="3"/>
        </w:numPr>
        <w:jc w:val="both"/>
      </w:pPr>
      <w:r>
        <w:t>Настоящее решение опубликовать (обнародовать) на официальном порт</w:t>
      </w:r>
      <w:r>
        <w:t>а</w:t>
      </w:r>
      <w:r>
        <w:t>ле муниципального района «Шилкинский район» «</w:t>
      </w:r>
      <w:r>
        <w:rPr>
          <w:lang w:val="en-US"/>
        </w:rPr>
        <w:t>www</w:t>
      </w:r>
      <w:r w:rsidRPr="00B14018">
        <w:t>/</w:t>
      </w:r>
      <w:r>
        <w:t>Шилкинский.рф.» в информационно-телекоммуникационной сети Интернет.</w:t>
      </w: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  <w:r>
        <w:t>Председатель Совета</w:t>
      </w:r>
    </w:p>
    <w:p w:rsidR="006E1F6E" w:rsidRDefault="006E1F6E" w:rsidP="00B14018">
      <w:pPr>
        <w:jc w:val="both"/>
      </w:pPr>
      <w:r>
        <w:t>муниципального района                                                   Н.В.Бородин</w:t>
      </w: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Default="006E1F6E" w:rsidP="00B14018">
      <w:pPr>
        <w:jc w:val="both"/>
      </w:pPr>
    </w:p>
    <w:p w:rsidR="006E1F6E" w:rsidRPr="00587DDA" w:rsidRDefault="006E1F6E" w:rsidP="00B14018">
      <w:pPr>
        <w:jc w:val="both"/>
      </w:pPr>
      <w:r>
        <w:t xml:space="preserve"> </w:t>
      </w:r>
    </w:p>
    <w:p w:rsidR="006E1F6E" w:rsidRPr="00B63C59" w:rsidRDefault="006E1F6E" w:rsidP="00155A22">
      <w:pPr>
        <w:jc w:val="center"/>
        <w:rPr>
          <w:sz w:val="24"/>
          <w:szCs w:val="24"/>
        </w:rPr>
      </w:pPr>
    </w:p>
    <w:p w:rsidR="006E1F6E" w:rsidRPr="00B63C59" w:rsidRDefault="006E1F6E" w:rsidP="00B63794">
      <w:pPr>
        <w:pStyle w:val="ListParagraph"/>
        <w:autoSpaceDE w:val="0"/>
        <w:autoSpaceDN w:val="0"/>
        <w:adjustRightInd w:val="0"/>
        <w:ind w:left="4536"/>
        <w:jc w:val="center"/>
        <w:outlineLvl w:val="0"/>
        <w:rPr>
          <w:rFonts w:ascii="Times New Roman" w:hAnsi="Times New Roman"/>
          <w:sz w:val="24"/>
          <w:szCs w:val="24"/>
        </w:rPr>
      </w:pPr>
      <w:r w:rsidRPr="00B63C59">
        <w:rPr>
          <w:rFonts w:ascii="Times New Roman" w:hAnsi="Times New Roman"/>
          <w:sz w:val="24"/>
          <w:szCs w:val="24"/>
        </w:rPr>
        <w:t>УТВЕРЖДЕНО</w:t>
      </w:r>
    </w:p>
    <w:p w:rsidR="006E1F6E" w:rsidRPr="00B63C59" w:rsidRDefault="006E1F6E" w:rsidP="00B63794">
      <w:pPr>
        <w:ind w:left="4536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>Решением Совета муниципального района «Ши</w:t>
      </w:r>
      <w:r w:rsidRPr="00B63C59">
        <w:rPr>
          <w:sz w:val="24"/>
          <w:szCs w:val="24"/>
        </w:rPr>
        <w:t>л</w:t>
      </w:r>
      <w:r w:rsidRPr="00B63C59">
        <w:rPr>
          <w:sz w:val="24"/>
          <w:szCs w:val="24"/>
        </w:rPr>
        <w:t>кинский район»</w:t>
      </w:r>
    </w:p>
    <w:p w:rsidR="006E1F6E" w:rsidRPr="00B63C59" w:rsidRDefault="006E1F6E" w:rsidP="00B63794">
      <w:pPr>
        <w:ind w:left="4536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>от «__»_______20__года №___</w:t>
      </w:r>
    </w:p>
    <w:p w:rsidR="006E1F6E" w:rsidRPr="00B63C59" w:rsidRDefault="006E1F6E" w:rsidP="00B63794">
      <w:pPr>
        <w:jc w:val="center"/>
        <w:rPr>
          <w:b/>
          <w:sz w:val="24"/>
          <w:szCs w:val="24"/>
        </w:rPr>
      </w:pPr>
    </w:p>
    <w:p w:rsidR="006E1F6E" w:rsidRPr="00B63C59" w:rsidRDefault="006E1F6E" w:rsidP="00B63794">
      <w:pPr>
        <w:jc w:val="center"/>
        <w:rPr>
          <w:b/>
          <w:sz w:val="24"/>
          <w:szCs w:val="24"/>
        </w:rPr>
      </w:pPr>
    </w:p>
    <w:p w:rsidR="006E1F6E" w:rsidRPr="00490962" w:rsidRDefault="006E1F6E" w:rsidP="00B63794">
      <w:pPr>
        <w:jc w:val="center"/>
        <w:rPr>
          <w:b/>
        </w:rPr>
      </w:pPr>
      <w:r w:rsidRPr="00490962">
        <w:rPr>
          <w:b/>
        </w:rPr>
        <w:t>ПОЛОЖЕНИЕ</w:t>
      </w:r>
    </w:p>
    <w:p w:rsidR="006E1F6E" w:rsidRDefault="006E1F6E" w:rsidP="00B63794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90962">
        <w:rPr>
          <w:rFonts w:ascii="Times New Roman" w:hAnsi="Times New Roman"/>
          <w:b/>
          <w:sz w:val="28"/>
          <w:szCs w:val="28"/>
        </w:rPr>
        <w:t xml:space="preserve">о размерах и условиях оплаты труда </w:t>
      </w:r>
      <w:r>
        <w:rPr>
          <w:rFonts w:ascii="Times New Roman" w:hAnsi="Times New Roman"/>
          <w:b/>
          <w:sz w:val="28"/>
          <w:szCs w:val="28"/>
        </w:rPr>
        <w:t xml:space="preserve">руководителей </w:t>
      </w:r>
    </w:p>
    <w:p w:rsidR="006E1F6E" w:rsidRDefault="006E1F6E" w:rsidP="00B63794">
      <w:pPr>
        <w:pStyle w:val="ListParagraph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490962">
        <w:rPr>
          <w:rFonts w:ascii="Times New Roman" w:hAnsi="Times New Roman"/>
          <w:b/>
          <w:sz w:val="28"/>
          <w:szCs w:val="28"/>
        </w:rPr>
        <w:t>работников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962">
        <w:rPr>
          <w:rFonts w:ascii="Times New Roman" w:hAnsi="Times New Roman"/>
          <w:b/>
          <w:sz w:val="28"/>
          <w:szCs w:val="28"/>
        </w:rPr>
        <w:t>муниципальных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962">
        <w:rPr>
          <w:rFonts w:ascii="Times New Roman" w:hAnsi="Times New Roman"/>
          <w:b/>
          <w:sz w:val="28"/>
          <w:szCs w:val="28"/>
        </w:rPr>
        <w:t>предприятий</w:t>
      </w:r>
      <w:r w:rsidRPr="00490962">
        <w:rPr>
          <w:b/>
          <w:sz w:val="28"/>
          <w:szCs w:val="28"/>
        </w:rPr>
        <w:t xml:space="preserve"> </w:t>
      </w:r>
    </w:p>
    <w:p w:rsidR="006E1F6E" w:rsidRPr="00490962" w:rsidRDefault="006E1F6E" w:rsidP="00B63794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490962">
        <w:rPr>
          <w:rFonts w:ascii="Times New Roman" w:hAnsi="Times New Roman"/>
          <w:b/>
          <w:sz w:val="28"/>
          <w:szCs w:val="28"/>
        </w:rPr>
        <w:t xml:space="preserve">муниципального района «Шилкинский район» </w:t>
      </w:r>
    </w:p>
    <w:p w:rsidR="006E1F6E" w:rsidRPr="00B63C59" w:rsidRDefault="006E1F6E" w:rsidP="00B63794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E1F6E" w:rsidRPr="00490962" w:rsidRDefault="006E1F6E" w:rsidP="00CE527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490962">
        <w:rPr>
          <w:b/>
          <w:sz w:val="28"/>
          <w:szCs w:val="28"/>
        </w:rPr>
        <w:t>1. Общие положения</w:t>
      </w:r>
    </w:p>
    <w:p w:rsidR="006E1F6E" w:rsidRPr="00B63C59" w:rsidRDefault="006E1F6E" w:rsidP="00E0140E">
      <w:pPr>
        <w:pStyle w:val="ConsPlusNormal"/>
        <w:widowControl/>
        <w:ind w:firstLine="709"/>
        <w:jc w:val="center"/>
        <w:rPr>
          <w:sz w:val="24"/>
          <w:szCs w:val="24"/>
        </w:rPr>
      </w:pPr>
    </w:p>
    <w:p w:rsidR="006E1F6E" w:rsidRPr="00B63C59" w:rsidRDefault="006E1F6E" w:rsidP="002D092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1.1.  Настоящее Положение определяет единый подход к организации оплаты труда, соотношения в уровне заработной платы различных профессионально-квалификационных групп работников предприятий в зависимости от сложности труда и квалификации, порядок и условия доплат, надбавок и выплат стимулирующего характера по результатам финансово-хозяйственной деятельности предприятий.</w:t>
      </w:r>
    </w:p>
    <w:p w:rsidR="006E1F6E" w:rsidRPr="00B63C59" w:rsidRDefault="006E1F6E" w:rsidP="002D092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B63C59">
        <w:rPr>
          <w:sz w:val="24"/>
          <w:szCs w:val="24"/>
        </w:rPr>
        <w:t>. Нормативный фонд оплаты труда – затраты предприятий, предусмотренные на з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работную плату работникам, рассчитанные в соответствии с отраслевыми  нормативами чи</w:t>
      </w:r>
      <w:r w:rsidRPr="00B63C59">
        <w:rPr>
          <w:sz w:val="24"/>
          <w:szCs w:val="24"/>
        </w:rPr>
        <w:t>с</w:t>
      </w:r>
      <w:r w:rsidRPr="00B63C59">
        <w:rPr>
          <w:sz w:val="24"/>
          <w:szCs w:val="24"/>
        </w:rPr>
        <w:t>ленности работающих и нормативами по оплате труда работников предприятий.</w:t>
      </w:r>
    </w:p>
    <w:p w:rsidR="006E1F6E" w:rsidRPr="00B63C59" w:rsidRDefault="006E1F6E" w:rsidP="002D092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Нормативный фонд оплаты труда определяет предельный размер фонда оплаты труда предприятий и применяется для утверждения тарифов, нормативов на оказание услуг пре</w:t>
      </w:r>
      <w:r w:rsidRPr="00B63C59">
        <w:rPr>
          <w:sz w:val="24"/>
          <w:szCs w:val="24"/>
        </w:rPr>
        <w:t>д</w:t>
      </w:r>
      <w:r>
        <w:rPr>
          <w:sz w:val="24"/>
          <w:szCs w:val="24"/>
        </w:rPr>
        <w:t>приятиями.</w:t>
      </w:r>
    </w:p>
    <w:p w:rsidR="006E1F6E" w:rsidRPr="00B63C59" w:rsidRDefault="006E1F6E" w:rsidP="002D0929">
      <w:pPr>
        <w:ind w:firstLine="709"/>
        <w:jc w:val="both"/>
        <w:rPr>
          <w:sz w:val="24"/>
          <w:szCs w:val="24"/>
        </w:rPr>
      </w:pPr>
    </w:p>
    <w:p w:rsidR="006E1F6E" w:rsidRPr="00490962" w:rsidRDefault="006E1F6E" w:rsidP="0083337B">
      <w:pPr>
        <w:jc w:val="center"/>
        <w:rPr>
          <w:b/>
        </w:rPr>
      </w:pPr>
      <w:r w:rsidRPr="00490962">
        <w:rPr>
          <w:b/>
        </w:rPr>
        <w:t xml:space="preserve">2. Формирование нормативного фонда оплаты труда </w:t>
      </w:r>
    </w:p>
    <w:p w:rsidR="006E1F6E" w:rsidRPr="00490962" w:rsidRDefault="006E1F6E" w:rsidP="0083337B">
      <w:pPr>
        <w:jc w:val="center"/>
        <w:rPr>
          <w:b/>
        </w:rPr>
      </w:pPr>
      <w:r>
        <w:rPr>
          <w:b/>
        </w:rPr>
        <w:t xml:space="preserve">руководителей и </w:t>
      </w:r>
      <w:r w:rsidRPr="00490962">
        <w:rPr>
          <w:b/>
        </w:rPr>
        <w:t>работников предприятий</w:t>
      </w:r>
    </w:p>
    <w:p w:rsidR="006E1F6E" w:rsidRPr="00B63C59" w:rsidRDefault="006E1F6E" w:rsidP="002C526D">
      <w:pPr>
        <w:ind w:firstLine="709"/>
        <w:jc w:val="center"/>
        <w:rPr>
          <w:b/>
          <w:sz w:val="24"/>
          <w:szCs w:val="24"/>
        </w:rPr>
      </w:pP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2.1. Нормативный фонд оплаты труда определяется исходя из утвержденной нормати</w:t>
      </w:r>
      <w:r w:rsidRPr="00B63C59">
        <w:rPr>
          <w:sz w:val="24"/>
          <w:szCs w:val="24"/>
        </w:rPr>
        <w:t>в</w:t>
      </w:r>
      <w:r w:rsidRPr="00B63C59">
        <w:rPr>
          <w:sz w:val="24"/>
          <w:szCs w:val="24"/>
        </w:rPr>
        <w:t>ной численности предприятий, норматива оплаты труда, компенсационных выплат и в</w:t>
      </w:r>
      <w:r w:rsidRPr="00B63C59">
        <w:rPr>
          <w:sz w:val="24"/>
          <w:szCs w:val="24"/>
        </w:rPr>
        <w:t>ы</w:t>
      </w:r>
      <w:r w:rsidRPr="00B63C59">
        <w:rPr>
          <w:sz w:val="24"/>
          <w:szCs w:val="24"/>
        </w:rPr>
        <w:t>плат стимулирующего характера, предусмотренных трудовым законодательством.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2.2. При формировании нормативного фонда оплаты труда предприятий используются отраслевые нормативы численности работающих исходя из планируемого объема работ </w:t>
      </w:r>
      <w:r w:rsidRPr="000A56D6">
        <w:rPr>
          <w:sz w:val="24"/>
          <w:szCs w:val="24"/>
        </w:rPr>
        <w:t>(м</w:t>
      </w:r>
      <w:r w:rsidRPr="000A56D6">
        <w:rPr>
          <w:sz w:val="24"/>
          <w:szCs w:val="24"/>
        </w:rPr>
        <w:t>у</w:t>
      </w:r>
      <w:r w:rsidRPr="000A56D6">
        <w:rPr>
          <w:sz w:val="24"/>
          <w:szCs w:val="24"/>
        </w:rPr>
        <w:t>ниципальный заказ)</w:t>
      </w:r>
      <w:r w:rsidRPr="00B63C59">
        <w:rPr>
          <w:sz w:val="24"/>
          <w:szCs w:val="24"/>
        </w:rPr>
        <w:t xml:space="preserve"> на календарный год.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 w:rsidRPr="00AA462E">
        <w:rPr>
          <w:sz w:val="24"/>
          <w:szCs w:val="24"/>
        </w:rPr>
        <w:t>В течение года среднесписочная численность работников не должна превышать норм</w:t>
      </w:r>
      <w:r w:rsidRPr="00AA462E">
        <w:rPr>
          <w:sz w:val="24"/>
          <w:szCs w:val="24"/>
        </w:rPr>
        <w:t>а</w:t>
      </w:r>
      <w:r w:rsidRPr="00AA462E">
        <w:rPr>
          <w:sz w:val="24"/>
          <w:szCs w:val="24"/>
        </w:rPr>
        <w:t>тивную численность, рассчитанную по фактически выполненным работам и услугам за кале</w:t>
      </w:r>
      <w:r w:rsidRPr="00AA462E">
        <w:rPr>
          <w:sz w:val="24"/>
          <w:szCs w:val="24"/>
        </w:rPr>
        <w:t>н</w:t>
      </w:r>
      <w:r w:rsidRPr="00AA462E">
        <w:rPr>
          <w:sz w:val="24"/>
          <w:szCs w:val="24"/>
        </w:rPr>
        <w:t>дарный год.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2.3. При формировании нормативного фонда оплаты труда предприятий применяю</w:t>
      </w:r>
      <w:r w:rsidRPr="00B63C59">
        <w:rPr>
          <w:sz w:val="24"/>
          <w:szCs w:val="24"/>
        </w:rPr>
        <w:t>т</w:t>
      </w:r>
      <w:r w:rsidRPr="00B63C59">
        <w:rPr>
          <w:sz w:val="24"/>
          <w:szCs w:val="24"/>
        </w:rPr>
        <w:t>ся: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выплаты за работу в условиях, отклоняющихся от нормальных (при выполнении р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бот различной квалификации, разъездном характере работы, в выходные и нерабочие праздни</w:t>
      </w:r>
      <w:r w:rsidRPr="00B63C59">
        <w:rPr>
          <w:sz w:val="24"/>
          <w:szCs w:val="24"/>
        </w:rPr>
        <w:t>ч</w:t>
      </w:r>
      <w:r w:rsidRPr="00B63C59">
        <w:rPr>
          <w:sz w:val="24"/>
          <w:szCs w:val="24"/>
        </w:rPr>
        <w:t>ные дни, сверхурочной работе, работе в ночное время и при выполнении работ в других усл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виях, отклоняющихся от нормальных);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районный коэффициент к заработной плате за работу в местностях с особыми клим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тическими условиями в размере 1,4;</w:t>
      </w:r>
    </w:p>
    <w:p w:rsidR="006E1F6E" w:rsidRDefault="006E1F6E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процентная надбавка за стаж работы в местностях, приравненных к районам Крайнего Севера, устанавливаемая в соответствии </w:t>
      </w:r>
      <w:r w:rsidRPr="000A56D6">
        <w:rPr>
          <w:sz w:val="24"/>
          <w:szCs w:val="24"/>
        </w:rPr>
        <w:t>с</w:t>
      </w:r>
      <w:r>
        <w:rPr>
          <w:sz w:val="24"/>
          <w:szCs w:val="24"/>
        </w:rPr>
        <w:t xml:space="preserve"> Законом Российской Федерации от 19.02.1993 №4520-1 «О государственных гарантиях и компенсациях для лиц, работающих и прожива</w:t>
      </w:r>
      <w:r>
        <w:rPr>
          <w:sz w:val="24"/>
          <w:szCs w:val="24"/>
        </w:rPr>
        <w:t>ю</w:t>
      </w:r>
      <w:r>
        <w:rPr>
          <w:sz w:val="24"/>
          <w:szCs w:val="24"/>
        </w:rPr>
        <w:t>щих в районах Крайнего Севера и приравненных к ним местностям»</w:t>
      </w:r>
      <w:r w:rsidRPr="00B63C59">
        <w:rPr>
          <w:sz w:val="24"/>
          <w:szCs w:val="24"/>
        </w:rPr>
        <w:t>.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Pr="00B63C59">
        <w:rPr>
          <w:sz w:val="24"/>
          <w:szCs w:val="24"/>
        </w:rPr>
        <w:t xml:space="preserve">. В расчете нормативного фонда оплаты труда </w:t>
      </w:r>
      <w:r>
        <w:rPr>
          <w:sz w:val="24"/>
          <w:szCs w:val="24"/>
        </w:rPr>
        <w:t xml:space="preserve">руководителям и </w:t>
      </w:r>
      <w:r w:rsidRPr="00B63C59">
        <w:rPr>
          <w:sz w:val="24"/>
          <w:szCs w:val="24"/>
        </w:rPr>
        <w:t>работникам пре</w:t>
      </w:r>
      <w:r w:rsidRPr="00B63C59">
        <w:rPr>
          <w:sz w:val="24"/>
          <w:szCs w:val="24"/>
        </w:rPr>
        <w:t>д</w:t>
      </w:r>
      <w:r w:rsidRPr="00B63C59">
        <w:rPr>
          <w:sz w:val="24"/>
          <w:szCs w:val="24"/>
        </w:rPr>
        <w:t>приятий предусматривается премия по результатам финансово-хозяйственной деятельности предприятия.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Размер премии для </w:t>
      </w:r>
      <w:r>
        <w:rPr>
          <w:sz w:val="24"/>
          <w:szCs w:val="24"/>
        </w:rPr>
        <w:t xml:space="preserve">руководителей и </w:t>
      </w:r>
      <w:r w:rsidRPr="00B63C59">
        <w:rPr>
          <w:sz w:val="24"/>
          <w:szCs w:val="24"/>
        </w:rPr>
        <w:t xml:space="preserve">работников предприятий не может превышать </w:t>
      </w:r>
      <w:r>
        <w:rPr>
          <w:sz w:val="24"/>
          <w:szCs w:val="24"/>
        </w:rPr>
        <w:t xml:space="preserve">100 % </w:t>
      </w:r>
      <w:r w:rsidRPr="000A56D6">
        <w:rPr>
          <w:sz w:val="24"/>
          <w:szCs w:val="24"/>
        </w:rPr>
        <w:t>оклада</w:t>
      </w:r>
      <w:r w:rsidRPr="00B63C59">
        <w:rPr>
          <w:sz w:val="24"/>
          <w:szCs w:val="24"/>
        </w:rPr>
        <w:t xml:space="preserve"> с учетом районного коэффициента и надбавки за стаж работы в местностях, прира</w:t>
      </w:r>
      <w:r w:rsidRPr="00B63C59">
        <w:rPr>
          <w:sz w:val="24"/>
          <w:szCs w:val="24"/>
        </w:rPr>
        <w:t>в</w:t>
      </w:r>
      <w:r w:rsidRPr="00B63C59">
        <w:rPr>
          <w:sz w:val="24"/>
          <w:szCs w:val="24"/>
        </w:rPr>
        <w:t>ненных к районам Крайнего Севера.</w:t>
      </w:r>
    </w:p>
    <w:p w:rsidR="006E1F6E" w:rsidRPr="00B63C59" w:rsidRDefault="006E1F6E" w:rsidP="0083337B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E1F6E" w:rsidRPr="00490962" w:rsidRDefault="006E1F6E" w:rsidP="0083337B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490962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Система оплаты</w:t>
      </w:r>
      <w:r w:rsidRPr="00490962">
        <w:rPr>
          <w:b/>
          <w:sz w:val="28"/>
          <w:szCs w:val="28"/>
        </w:rPr>
        <w:t xml:space="preserve"> труда</w:t>
      </w:r>
      <w:r>
        <w:rPr>
          <w:b/>
          <w:sz w:val="28"/>
          <w:szCs w:val="28"/>
        </w:rPr>
        <w:t xml:space="preserve"> и отпуск</w:t>
      </w:r>
      <w:r w:rsidRPr="00490962">
        <w:rPr>
          <w:b/>
          <w:sz w:val="28"/>
          <w:szCs w:val="28"/>
        </w:rPr>
        <w:t xml:space="preserve"> руководителей предприятий</w:t>
      </w:r>
    </w:p>
    <w:p w:rsidR="006E1F6E" w:rsidRPr="00B63C59" w:rsidRDefault="006E1F6E" w:rsidP="0083337B">
      <w:pPr>
        <w:pStyle w:val="ConsPlusNormal"/>
        <w:widowControl/>
        <w:ind w:firstLine="709"/>
        <w:jc w:val="center"/>
        <w:rPr>
          <w:b/>
          <w:sz w:val="24"/>
          <w:szCs w:val="24"/>
        </w:rPr>
      </w:pPr>
    </w:p>
    <w:p w:rsidR="006E1F6E" w:rsidRPr="00B63C59" w:rsidRDefault="006E1F6E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3.1. Оплата труда руководителя предприятия производится в соответствии с трудовым договором, заключаемым с администрацией муниципального района «Шилкинский район».</w:t>
      </w:r>
    </w:p>
    <w:p w:rsidR="006E1F6E" w:rsidRPr="00B63C59" w:rsidRDefault="006E1F6E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3.2. Заработная плата руководителя состоит из должностного оклада, компенсацио</w:t>
      </w:r>
      <w:r w:rsidRPr="00B63C59">
        <w:rPr>
          <w:sz w:val="24"/>
          <w:szCs w:val="24"/>
        </w:rPr>
        <w:t>н</w:t>
      </w:r>
      <w:r w:rsidRPr="00B63C59">
        <w:rPr>
          <w:sz w:val="24"/>
          <w:szCs w:val="24"/>
        </w:rPr>
        <w:t>ных, стимулирующих и иных выплат.</w:t>
      </w:r>
    </w:p>
    <w:p w:rsidR="006E1F6E" w:rsidRPr="00B63C59" w:rsidRDefault="006E1F6E" w:rsidP="000C0FA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3.3</w:t>
      </w:r>
      <w:r w:rsidRPr="002C4EAA">
        <w:rPr>
          <w:sz w:val="24"/>
          <w:szCs w:val="24"/>
        </w:rPr>
        <w:t xml:space="preserve">. </w:t>
      </w:r>
      <w:r w:rsidRPr="00C57D6D">
        <w:rPr>
          <w:sz w:val="24"/>
          <w:szCs w:val="24"/>
        </w:rPr>
        <w:t>Должностной оклад</w:t>
      </w:r>
      <w:r w:rsidRPr="00B63C59">
        <w:rPr>
          <w:sz w:val="24"/>
          <w:szCs w:val="24"/>
        </w:rPr>
        <w:t xml:space="preserve"> руководителей муниципальных предприятий устанавливается в зависимости от величины</w:t>
      </w:r>
      <w:r>
        <w:rPr>
          <w:sz w:val="24"/>
          <w:szCs w:val="24"/>
        </w:rPr>
        <w:t xml:space="preserve"> базового оклада (5455 рублей</w:t>
      </w:r>
      <w:r w:rsidRPr="00B63C59">
        <w:rPr>
          <w:sz w:val="24"/>
          <w:szCs w:val="24"/>
        </w:rPr>
        <w:t xml:space="preserve">) и кратности к величине </w:t>
      </w:r>
      <w:r>
        <w:rPr>
          <w:sz w:val="24"/>
          <w:szCs w:val="24"/>
        </w:rPr>
        <w:t>базового оклада</w:t>
      </w:r>
      <w:r w:rsidRPr="00B63C59">
        <w:rPr>
          <w:sz w:val="24"/>
          <w:szCs w:val="24"/>
        </w:rPr>
        <w:t xml:space="preserve"> в зависимости от численности работников, занятых в основной деятельности предпр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>ятия:</w:t>
      </w:r>
    </w:p>
    <w:p w:rsidR="006E1F6E" w:rsidRPr="00B63C59" w:rsidRDefault="006E1F6E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71"/>
        <w:gridCol w:w="3082"/>
      </w:tblGrid>
      <w:tr w:rsidR="006E1F6E" w:rsidRPr="00B63C59" w:rsidTr="00071EF7">
        <w:tc>
          <w:tcPr>
            <w:tcW w:w="6771" w:type="dxa"/>
            <w:vAlign w:val="center"/>
          </w:tcPr>
          <w:p w:rsidR="006E1F6E" w:rsidRPr="00071EF7" w:rsidRDefault="006E1F6E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 xml:space="preserve">Списочная численность предприятия </w:t>
            </w:r>
          </w:p>
          <w:p w:rsidR="006E1F6E" w:rsidRPr="00071EF7" w:rsidRDefault="006E1F6E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>(человек)</w:t>
            </w:r>
          </w:p>
        </w:tc>
        <w:tc>
          <w:tcPr>
            <w:tcW w:w="3082" w:type="dxa"/>
            <w:vAlign w:val="center"/>
          </w:tcPr>
          <w:p w:rsidR="006E1F6E" w:rsidRPr="00071EF7" w:rsidRDefault="006E1F6E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 xml:space="preserve">Кратность к величине </w:t>
            </w:r>
          </w:p>
          <w:p w:rsidR="006E1F6E" w:rsidRPr="00071EF7" w:rsidRDefault="006E1F6E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>норматива</w:t>
            </w:r>
          </w:p>
        </w:tc>
      </w:tr>
      <w:tr w:rsidR="006E1F6E" w:rsidRPr="00B63C59" w:rsidTr="00071EF7">
        <w:tc>
          <w:tcPr>
            <w:tcW w:w="6771" w:type="dxa"/>
            <w:vAlign w:val="center"/>
          </w:tcPr>
          <w:p w:rsidR="006E1F6E" w:rsidRPr="00071EF7" w:rsidRDefault="006E1F6E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</w:t>
            </w:r>
          </w:p>
        </w:tc>
        <w:tc>
          <w:tcPr>
            <w:tcW w:w="3082" w:type="dxa"/>
            <w:vAlign w:val="center"/>
          </w:tcPr>
          <w:p w:rsidR="006E1F6E" w:rsidRPr="00071EF7" w:rsidRDefault="006E1F6E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1,5</w:t>
            </w:r>
          </w:p>
        </w:tc>
      </w:tr>
      <w:tr w:rsidR="006E1F6E" w:rsidRPr="00B63C59" w:rsidTr="00071EF7">
        <w:tc>
          <w:tcPr>
            <w:tcW w:w="6771" w:type="dxa"/>
            <w:vAlign w:val="center"/>
          </w:tcPr>
          <w:p w:rsidR="006E1F6E" w:rsidRPr="00071EF7" w:rsidRDefault="006E1F6E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 до 10</w:t>
            </w:r>
          </w:p>
        </w:tc>
        <w:tc>
          <w:tcPr>
            <w:tcW w:w="3082" w:type="dxa"/>
            <w:vAlign w:val="center"/>
          </w:tcPr>
          <w:p w:rsidR="006E1F6E" w:rsidRPr="00071EF7" w:rsidRDefault="006E1F6E" w:rsidP="00071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2,2</w:t>
            </w:r>
          </w:p>
        </w:tc>
      </w:tr>
      <w:tr w:rsidR="006E1F6E" w:rsidRPr="00B63C59" w:rsidTr="00071EF7">
        <w:tc>
          <w:tcPr>
            <w:tcW w:w="6771" w:type="dxa"/>
            <w:vAlign w:val="center"/>
          </w:tcPr>
          <w:p w:rsidR="006E1F6E" w:rsidRPr="00071EF7" w:rsidRDefault="006E1F6E" w:rsidP="00071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11 до 20</w:t>
            </w:r>
          </w:p>
        </w:tc>
        <w:tc>
          <w:tcPr>
            <w:tcW w:w="3082" w:type="dxa"/>
            <w:vAlign w:val="center"/>
          </w:tcPr>
          <w:p w:rsidR="006E1F6E" w:rsidRPr="00071EF7" w:rsidRDefault="006E1F6E" w:rsidP="00071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2,5</w:t>
            </w:r>
          </w:p>
        </w:tc>
      </w:tr>
      <w:tr w:rsidR="006E1F6E" w:rsidRPr="00B63C59" w:rsidTr="00071EF7">
        <w:tc>
          <w:tcPr>
            <w:tcW w:w="6771" w:type="dxa"/>
            <w:vAlign w:val="center"/>
          </w:tcPr>
          <w:p w:rsidR="006E1F6E" w:rsidRPr="00071EF7" w:rsidRDefault="006E1F6E" w:rsidP="00071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20</w:t>
            </w:r>
          </w:p>
        </w:tc>
        <w:tc>
          <w:tcPr>
            <w:tcW w:w="3082" w:type="dxa"/>
            <w:vAlign w:val="center"/>
          </w:tcPr>
          <w:p w:rsidR="006E1F6E" w:rsidRPr="00071EF7" w:rsidRDefault="006E1F6E" w:rsidP="00071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</w:t>
            </w:r>
          </w:p>
        </w:tc>
      </w:tr>
    </w:tbl>
    <w:p w:rsidR="006E1F6E" w:rsidRDefault="006E1F6E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6E1F6E" w:rsidRPr="00B63C59" w:rsidRDefault="006E1F6E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B63C59">
        <w:rPr>
          <w:sz w:val="24"/>
          <w:szCs w:val="24"/>
        </w:rPr>
        <w:t>Должностной оклад устанавливается в фиксированной сумме.</w:t>
      </w:r>
    </w:p>
    <w:p w:rsidR="006E1F6E" w:rsidRPr="00B63C59" w:rsidRDefault="006E1F6E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Pr="00B63C59">
        <w:rPr>
          <w:sz w:val="24"/>
          <w:szCs w:val="24"/>
        </w:rPr>
        <w:t>Основанием для установления должностного оклада руководителю предприятия при заключении с ним трудового договора является представление</w:t>
      </w:r>
      <w:r>
        <w:rPr>
          <w:sz w:val="24"/>
          <w:szCs w:val="24"/>
        </w:rPr>
        <w:t xml:space="preserve"> в администрацию муниц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пального района «Шилкинский район»</w:t>
      </w:r>
      <w:r w:rsidRPr="00B63C59">
        <w:rPr>
          <w:sz w:val="24"/>
          <w:szCs w:val="24"/>
        </w:rPr>
        <w:t xml:space="preserve"> следующих документов, действующих на момент ра</w:t>
      </w:r>
      <w:r w:rsidRPr="00B63C59">
        <w:rPr>
          <w:sz w:val="24"/>
          <w:szCs w:val="24"/>
        </w:rPr>
        <w:t>с</w:t>
      </w:r>
      <w:r w:rsidRPr="00B63C59">
        <w:rPr>
          <w:sz w:val="24"/>
          <w:szCs w:val="24"/>
        </w:rPr>
        <w:t>чета величины должностного оклада руководителя предприятия:</w:t>
      </w:r>
    </w:p>
    <w:p w:rsidR="006E1F6E" w:rsidRPr="00B63C59" w:rsidRDefault="006E1F6E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B63C59">
        <w:rPr>
          <w:sz w:val="24"/>
          <w:szCs w:val="24"/>
        </w:rPr>
        <w:t>штатное расписание предприятия;</w:t>
      </w:r>
    </w:p>
    <w:p w:rsidR="006E1F6E" w:rsidRPr="00B63C59" w:rsidRDefault="006E1F6E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B63C59">
        <w:rPr>
          <w:sz w:val="24"/>
          <w:szCs w:val="24"/>
        </w:rPr>
        <w:t>списочная численность работников предприятия;</w:t>
      </w:r>
    </w:p>
    <w:p w:rsidR="006E1F6E" w:rsidRPr="00B63C59" w:rsidRDefault="006E1F6E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B63C59">
        <w:rPr>
          <w:sz w:val="24"/>
          <w:szCs w:val="24"/>
        </w:rPr>
        <w:t>величина норматива, утвержденного для оплаты труда руководителя предприятия.</w:t>
      </w:r>
    </w:p>
    <w:p w:rsidR="006E1F6E" w:rsidRPr="00B63C59" w:rsidRDefault="006E1F6E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Указанные </w:t>
      </w:r>
      <w:r>
        <w:rPr>
          <w:sz w:val="24"/>
          <w:szCs w:val="24"/>
        </w:rPr>
        <w:t xml:space="preserve">в пунктах а) и б) </w:t>
      </w:r>
      <w:r w:rsidRPr="00B63C59">
        <w:rPr>
          <w:sz w:val="24"/>
          <w:szCs w:val="24"/>
        </w:rPr>
        <w:t>документы должны быть подписаны руководителем, гла</w:t>
      </w:r>
      <w:r w:rsidRPr="00B63C59">
        <w:rPr>
          <w:sz w:val="24"/>
          <w:szCs w:val="24"/>
        </w:rPr>
        <w:t>в</w:t>
      </w:r>
      <w:r w:rsidRPr="00B63C59">
        <w:rPr>
          <w:sz w:val="24"/>
          <w:szCs w:val="24"/>
        </w:rPr>
        <w:t>ным бухгалтером предприятия.</w:t>
      </w:r>
    </w:p>
    <w:p w:rsidR="006E1F6E" w:rsidRPr="00B63C59" w:rsidRDefault="006E1F6E" w:rsidP="00E0683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Pr="00B63C59">
        <w:rPr>
          <w:sz w:val="24"/>
          <w:szCs w:val="24"/>
        </w:rPr>
        <w:t xml:space="preserve">. </w:t>
      </w:r>
      <w:r>
        <w:rPr>
          <w:sz w:val="24"/>
          <w:szCs w:val="24"/>
        </w:rPr>
        <w:t>Базовый оклад</w:t>
      </w:r>
      <w:r w:rsidRPr="00B63C59">
        <w:rPr>
          <w:sz w:val="24"/>
          <w:szCs w:val="24"/>
        </w:rPr>
        <w:t xml:space="preserve"> руководителей предприятий индекси</w:t>
      </w:r>
      <w:r>
        <w:rPr>
          <w:sz w:val="24"/>
          <w:szCs w:val="24"/>
        </w:rPr>
        <w:t>руе</w:t>
      </w:r>
      <w:r w:rsidRPr="00B63C59">
        <w:rPr>
          <w:sz w:val="24"/>
          <w:szCs w:val="24"/>
        </w:rPr>
        <w:t xml:space="preserve">тся </w:t>
      </w:r>
      <w:r>
        <w:rPr>
          <w:sz w:val="24"/>
          <w:szCs w:val="24"/>
        </w:rPr>
        <w:t>одновременно с инде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сацией должностных окладов муниципальных служащих муниципального района «Шилки</w:t>
      </w:r>
      <w:r>
        <w:rPr>
          <w:sz w:val="24"/>
          <w:szCs w:val="24"/>
        </w:rPr>
        <w:t>н</w:t>
      </w:r>
      <w:r>
        <w:rPr>
          <w:sz w:val="24"/>
          <w:szCs w:val="24"/>
        </w:rPr>
        <w:t>ский район»</w:t>
      </w:r>
      <w:r w:rsidRPr="00B63C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том же размере </w:t>
      </w:r>
      <w:r w:rsidRPr="00B63C59">
        <w:rPr>
          <w:sz w:val="24"/>
          <w:szCs w:val="24"/>
        </w:rPr>
        <w:t xml:space="preserve">в соответствии с решением </w:t>
      </w:r>
      <w:r>
        <w:rPr>
          <w:sz w:val="24"/>
          <w:szCs w:val="24"/>
        </w:rPr>
        <w:t>Совета муниципального района «Шилкинский район»</w:t>
      </w:r>
      <w:r w:rsidRPr="00B63C59">
        <w:rPr>
          <w:sz w:val="24"/>
          <w:szCs w:val="24"/>
        </w:rPr>
        <w:t>.</w:t>
      </w:r>
    </w:p>
    <w:p w:rsidR="006E1F6E" w:rsidRDefault="006E1F6E" w:rsidP="00E0683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При пересмотре величины должностного оклада, указанного в трудовом договоре, оформляется дополнительное соглашение к договору.</w:t>
      </w:r>
      <w:r w:rsidRPr="00E06838">
        <w:rPr>
          <w:sz w:val="24"/>
          <w:szCs w:val="24"/>
        </w:rPr>
        <w:t xml:space="preserve"> </w:t>
      </w:r>
    </w:p>
    <w:p w:rsidR="006E1F6E" w:rsidRPr="00B63C59" w:rsidRDefault="006E1F6E" w:rsidP="00E06838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</w:t>
      </w:r>
      <w:r w:rsidRPr="00B63C59">
        <w:rPr>
          <w:sz w:val="24"/>
          <w:szCs w:val="24"/>
        </w:rPr>
        <w:t xml:space="preserve">Размер должностного оклада </w:t>
      </w:r>
      <w:r w:rsidRPr="004E343E">
        <w:rPr>
          <w:sz w:val="24"/>
          <w:szCs w:val="24"/>
        </w:rPr>
        <w:t>заместителя руководителя</w:t>
      </w:r>
      <w:r w:rsidRPr="00B63C59">
        <w:rPr>
          <w:sz w:val="24"/>
          <w:szCs w:val="24"/>
        </w:rPr>
        <w:t xml:space="preserve"> и </w:t>
      </w:r>
      <w:r w:rsidRPr="004E343E">
        <w:rPr>
          <w:sz w:val="24"/>
          <w:szCs w:val="24"/>
        </w:rPr>
        <w:t>главного бухгалтера</w:t>
      </w:r>
      <w:r w:rsidRPr="00B63C59">
        <w:rPr>
          <w:sz w:val="24"/>
          <w:szCs w:val="24"/>
        </w:rPr>
        <w:t xml:space="preserve"> предприятия устанавливается в размере на 10</w:t>
      </w:r>
      <w:r>
        <w:rPr>
          <w:sz w:val="24"/>
          <w:szCs w:val="24"/>
        </w:rPr>
        <w:t xml:space="preserve"> – </w:t>
      </w:r>
      <w:r w:rsidRPr="00B63C59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Pr="00B63C59">
        <w:rPr>
          <w:sz w:val="24"/>
          <w:szCs w:val="24"/>
        </w:rPr>
        <w:t>% ниже размера должностного оклада р</w:t>
      </w:r>
      <w:r w:rsidRPr="00B63C59">
        <w:rPr>
          <w:sz w:val="24"/>
          <w:szCs w:val="24"/>
        </w:rPr>
        <w:t>у</w:t>
      </w:r>
      <w:r w:rsidRPr="00B63C59">
        <w:rPr>
          <w:sz w:val="24"/>
          <w:szCs w:val="24"/>
        </w:rPr>
        <w:t>ководителя.</w:t>
      </w:r>
    </w:p>
    <w:p w:rsidR="006E1F6E" w:rsidRPr="00B63C59" w:rsidRDefault="006E1F6E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Pr="00B63C59">
        <w:rPr>
          <w:sz w:val="24"/>
          <w:szCs w:val="24"/>
        </w:rPr>
        <w:t xml:space="preserve">. </w:t>
      </w:r>
      <w:r w:rsidRPr="002C4EAA">
        <w:rPr>
          <w:i/>
          <w:sz w:val="24"/>
          <w:szCs w:val="24"/>
        </w:rPr>
        <w:t>Компенсационные выплаты</w:t>
      </w:r>
      <w:r w:rsidRPr="00B63C59">
        <w:rPr>
          <w:sz w:val="24"/>
          <w:szCs w:val="24"/>
        </w:rPr>
        <w:t xml:space="preserve"> устанавливаются в трудовом договоре.</w:t>
      </w:r>
    </w:p>
    <w:p w:rsidR="006E1F6E" w:rsidRPr="00B63C59" w:rsidRDefault="006E1F6E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К компенсационным выплатам относятся:</w:t>
      </w:r>
    </w:p>
    <w:p w:rsidR="006E1F6E" w:rsidRPr="004E343E" w:rsidRDefault="006E1F6E" w:rsidP="00E449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3.8.1. </w:t>
      </w:r>
      <w:r w:rsidRPr="00B63C59">
        <w:rPr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разъездном характере работы,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</w:t>
      </w:r>
      <w:r w:rsidRPr="00AA462E">
        <w:rPr>
          <w:sz w:val="24"/>
          <w:szCs w:val="24"/>
        </w:rPr>
        <w:t>), устанавливаемые с указанием источника оплаты;</w:t>
      </w:r>
      <w:r w:rsidRPr="004E343E">
        <w:rPr>
          <w:sz w:val="24"/>
          <w:szCs w:val="24"/>
        </w:rPr>
        <w:t xml:space="preserve"> </w:t>
      </w:r>
    </w:p>
    <w:p w:rsidR="006E1F6E" w:rsidRPr="00B63C59" w:rsidRDefault="006E1F6E" w:rsidP="00E449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3.8.2. </w:t>
      </w:r>
      <w:r w:rsidRPr="00B63C59">
        <w:rPr>
          <w:sz w:val="24"/>
          <w:szCs w:val="24"/>
        </w:rPr>
        <w:t>районный коэффициент к заработной плате за работу в местностях с особыми климат</w:t>
      </w:r>
      <w:r>
        <w:rPr>
          <w:sz w:val="24"/>
          <w:szCs w:val="24"/>
        </w:rPr>
        <w:t>ическими условиями</w:t>
      </w:r>
      <w:r w:rsidRPr="00B63C59">
        <w:rPr>
          <w:sz w:val="24"/>
          <w:szCs w:val="24"/>
        </w:rPr>
        <w:t>;</w:t>
      </w:r>
    </w:p>
    <w:p w:rsidR="006E1F6E" w:rsidRPr="00B63C59" w:rsidRDefault="006E1F6E" w:rsidP="00E449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3.8.3. </w:t>
      </w:r>
      <w:r w:rsidRPr="00B63C59">
        <w:rPr>
          <w:sz w:val="24"/>
          <w:szCs w:val="24"/>
        </w:rPr>
        <w:t>процентная надбавка за стаж работы в местностях, приравн</w:t>
      </w:r>
      <w:r>
        <w:rPr>
          <w:sz w:val="24"/>
          <w:szCs w:val="24"/>
        </w:rPr>
        <w:t>енных к районам Крайнего Севера;</w:t>
      </w:r>
    </w:p>
    <w:p w:rsidR="006E1F6E" w:rsidRPr="00B63C59" w:rsidRDefault="006E1F6E" w:rsidP="00E449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3.8.4. </w:t>
      </w:r>
      <w:r w:rsidRPr="00B63C59">
        <w:rPr>
          <w:sz w:val="24"/>
          <w:szCs w:val="24"/>
        </w:rPr>
        <w:t>иные выплаты и надбавки компенсационного характера в соответствии с Труд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 xml:space="preserve">вым кодексом Российской Федерации, </w:t>
      </w:r>
      <w:r w:rsidRPr="00AA462E">
        <w:rPr>
          <w:sz w:val="24"/>
          <w:szCs w:val="24"/>
        </w:rPr>
        <w:t>устанавливаемые с указанием источника оплаты</w:t>
      </w:r>
      <w:r w:rsidRPr="00B63C59">
        <w:rPr>
          <w:sz w:val="24"/>
          <w:szCs w:val="24"/>
        </w:rPr>
        <w:t>.</w:t>
      </w:r>
    </w:p>
    <w:p w:rsidR="006E1F6E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Pr="00B63C59">
        <w:rPr>
          <w:sz w:val="24"/>
          <w:szCs w:val="24"/>
        </w:rPr>
        <w:t xml:space="preserve">. </w:t>
      </w:r>
      <w:r w:rsidRPr="004E343E">
        <w:rPr>
          <w:i/>
          <w:sz w:val="24"/>
          <w:szCs w:val="24"/>
        </w:rPr>
        <w:t>Стимулирующие выплаты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3.9.1. </w:t>
      </w:r>
      <w:r w:rsidRPr="00B63C59">
        <w:rPr>
          <w:sz w:val="24"/>
          <w:szCs w:val="24"/>
        </w:rPr>
        <w:t xml:space="preserve">Стимулирующие выплаты с целью мотивации к качественному результату труда и поощрения за выполненную работу устанавливаются в трудовом договоре </w:t>
      </w:r>
      <w:r w:rsidRPr="00AA462E">
        <w:rPr>
          <w:sz w:val="24"/>
          <w:szCs w:val="24"/>
        </w:rPr>
        <w:t>с указанием и</w:t>
      </w:r>
      <w:r w:rsidRPr="00AA462E">
        <w:rPr>
          <w:sz w:val="24"/>
          <w:szCs w:val="24"/>
        </w:rPr>
        <w:t>с</w:t>
      </w:r>
      <w:r w:rsidRPr="00AA462E">
        <w:rPr>
          <w:sz w:val="24"/>
          <w:szCs w:val="24"/>
        </w:rPr>
        <w:t>точника оплаты.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3.9.2. </w:t>
      </w:r>
      <w:r w:rsidRPr="00B63C59">
        <w:rPr>
          <w:sz w:val="24"/>
          <w:szCs w:val="24"/>
        </w:rPr>
        <w:t>К стимулирующим выплатам относятся: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надбавка за выслугу лет;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надбавка за сложность, напряженность работы;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надбавка за почетное звание;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надбавка за квалификационную категорию;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премии и вознаграждения;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другие надбавки.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3.9.3. </w:t>
      </w:r>
      <w:r w:rsidRPr="00B63C59">
        <w:rPr>
          <w:sz w:val="24"/>
          <w:szCs w:val="24"/>
        </w:rPr>
        <w:t xml:space="preserve">Надбавка </w:t>
      </w:r>
      <w:r w:rsidRPr="00B63C59">
        <w:rPr>
          <w:sz w:val="24"/>
          <w:szCs w:val="24"/>
          <w:u w:val="single"/>
        </w:rPr>
        <w:t>за выслугу лет</w:t>
      </w:r>
      <w:r w:rsidRPr="00B63C59">
        <w:rPr>
          <w:sz w:val="24"/>
          <w:szCs w:val="24"/>
        </w:rPr>
        <w:t xml:space="preserve"> устанавливается при достижении определенного стажа работы на предприятии или в отрасли, соответствующей профилю предприятия, в следу</w:t>
      </w:r>
      <w:r w:rsidRPr="00B63C59">
        <w:rPr>
          <w:sz w:val="24"/>
          <w:szCs w:val="24"/>
        </w:rPr>
        <w:t>ю</w:t>
      </w:r>
      <w:r w:rsidRPr="00B63C59">
        <w:rPr>
          <w:sz w:val="24"/>
          <w:szCs w:val="24"/>
        </w:rPr>
        <w:t>щих размерах: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от 1 года до 3 лет – в размере 10% должностного оклада,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от 3 до 7 лет – в размере 20% должностного оклада,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от 7 до 40 лет – в размере 30% должностного оклада,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свыше 40 лет – в размере 35% должностного оклада. </w:t>
      </w:r>
    </w:p>
    <w:p w:rsidR="006E1F6E" w:rsidRPr="00B63C59" w:rsidRDefault="006E1F6E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3.9.4. </w:t>
      </w:r>
      <w:r w:rsidRPr="00B63C59">
        <w:rPr>
          <w:sz w:val="24"/>
          <w:szCs w:val="24"/>
        </w:rPr>
        <w:t xml:space="preserve">Надбавка </w:t>
      </w:r>
      <w:r w:rsidRPr="00B63C59">
        <w:rPr>
          <w:sz w:val="24"/>
          <w:szCs w:val="24"/>
          <w:u w:val="single"/>
        </w:rPr>
        <w:t>за сложность и напряженность</w:t>
      </w:r>
      <w:r w:rsidRPr="00B63C59">
        <w:rPr>
          <w:sz w:val="24"/>
          <w:szCs w:val="24"/>
        </w:rPr>
        <w:t xml:space="preserve"> работы может быть </w:t>
      </w:r>
      <w:r>
        <w:rPr>
          <w:sz w:val="24"/>
          <w:szCs w:val="24"/>
        </w:rPr>
        <w:t>установлена в ра</w:t>
      </w:r>
      <w:r>
        <w:rPr>
          <w:sz w:val="24"/>
          <w:szCs w:val="24"/>
        </w:rPr>
        <w:t>з</w:t>
      </w:r>
      <w:r>
        <w:rPr>
          <w:sz w:val="24"/>
          <w:szCs w:val="24"/>
        </w:rPr>
        <w:t xml:space="preserve">мере не более 100 </w:t>
      </w:r>
      <w:r w:rsidRPr="00B63C59">
        <w:rPr>
          <w:sz w:val="24"/>
          <w:szCs w:val="24"/>
        </w:rPr>
        <w:t>% должностного оклада.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3.9.5. </w:t>
      </w:r>
      <w:r w:rsidRPr="00B63C59">
        <w:rPr>
          <w:sz w:val="24"/>
          <w:szCs w:val="24"/>
        </w:rPr>
        <w:t xml:space="preserve">Надбавка </w:t>
      </w:r>
      <w:r w:rsidRPr="00B63C59">
        <w:rPr>
          <w:sz w:val="24"/>
          <w:szCs w:val="24"/>
          <w:u w:val="single"/>
        </w:rPr>
        <w:t>за квалификационную категорию</w:t>
      </w:r>
      <w:r w:rsidRPr="00B63C59">
        <w:rPr>
          <w:sz w:val="24"/>
          <w:szCs w:val="24"/>
        </w:rPr>
        <w:t xml:space="preserve"> устанавливается на основании док</w:t>
      </w:r>
      <w:r w:rsidRPr="00B63C59">
        <w:rPr>
          <w:sz w:val="24"/>
          <w:szCs w:val="24"/>
        </w:rPr>
        <w:t>у</w:t>
      </w:r>
      <w:r w:rsidRPr="00B63C59">
        <w:rPr>
          <w:sz w:val="24"/>
          <w:szCs w:val="24"/>
        </w:rPr>
        <w:t>ментов, подтверждающих наличие квалификационной категории, в следующих размерах: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за вторую – в размере 10% должностного оклада;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за первую – в размере 20% должностного оклада;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за высшую – в размере 30% должностного оклада.</w:t>
      </w:r>
    </w:p>
    <w:p w:rsidR="006E1F6E" w:rsidRDefault="006E1F6E" w:rsidP="00A70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3.9.6. </w:t>
      </w:r>
      <w:r w:rsidRPr="00B63C59">
        <w:rPr>
          <w:sz w:val="24"/>
          <w:szCs w:val="24"/>
        </w:rPr>
        <w:t>Руководителю предприятия при надлежащем исполнении должностных обяза</w:t>
      </w:r>
      <w:r w:rsidRPr="00B63C59">
        <w:rPr>
          <w:sz w:val="24"/>
          <w:szCs w:val="24"/>
        </w:rPr>
        <w:t>н</w:t>
      </w:r>
      <w:r w:rsidRPr="00B63C59">
        <w:rPr>
          <w:sz w:val="24"/>
          <w:szCs w:val="24"/>
        </w:rPr>
        <w:t xml:space="preserve">ностей </w:t>
      </w:r>
      <w:r w:rsidRPr="00367B73">
        <w:rPr>
          <w:sz w:val="24"/>
          <w:szCs w:val="24"/>
        </w:rPr>
        <w:t xml:space="preserve">выплачивается </w:t>
      </w:r>
      <w:r>
        <w:rPr>
          <w:sz w:val="24"/>
          <w:szCs w:val="24"/>
          <w:u w:val="single"/>
        </w:rPr>
        <w:t>ежемесячная</w:t>
      </w:r>
      <w:r w:rsidRPr="00B63C59">
        <w:rPr>
          <w:sz w:val="24"/>
          <w:szCs w:val="24"/>
          <w:u w:val="single"/>
        </w:rPr>
        <w:t xml:space="preserve">  </w:t>
      </w:r>
      <w:r w:rsidRPr="00367B73">
        <w:rPr>
          <w:sz w:val="24"/>
          <w:szCs w:val="24"/>
          <w:u w:val="single"/>
        </w:rPr>
        <w:t>премия</w:t>
      </w:r>
      <w:r>
        <w:rPr>
          <w:sz w:val="24"/>
          <w:szCs w:val="24"/>
        </w:rPr>
        <w:t xml:space="preserve"> в размере до 30% к должностному окладу.</w:t>
      </w:r>
    </w:p>
    <w:p w:rsidR="006E1F6E" w:rsidRDefault="006E1F6E" w:rsidP="002C52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Руководителям муниципальных предприятий, осуществляющих торговую деятел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ность,</w:t>
      </w:r>
      <w:r w:rsidRPr="00EC7F11">
        <w:rPr>
          <w:sz w:val="24"/>
          <w:szCs w:val="24"/>
        </w:rPr>
        <w:t xml:space="preserve"> </w:t>
      </w:r>
      <w:r>
        <w:rPr>
          <w:sz w:val="24"/>
          <w:szCs w:val="24"/>
        </w:rPr>
        <w:t>размер ежемесячной премии увеличивается при выполнении плана товарооборота:</w:t>
      </w:r>
    </w:p>
    <w:p w:rsidR="006E1F6E" w:rsidRPr="00B63C59" w:rsidRDefault="006E1F6E" w:rsidP="002C52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 1 000 000 рублей</w:t>
      </w:r>
      <w:r w:rsidRPr="00A709BE">
        <w:rPr>
          <w:sz w:val="24"/>
          <w:szCs w:val="24"/>
        </w:rPr>
        <w:t xml:space="preserve"> </w:t>
      </w:r>
      <w:r>
        <w:rPr>
          <w:sz w:val="24"/>
          <w:szCs w:val="24"/>
        </w:rPr>
        <w:t>на 20 %;</w:t>
      </w:r>
    </w:p>
    <w:p w:rsidR="006E1F6E" w:rsidRPr="00B63C59" w:rsidRDefault="006E1F6E" w:rsidP="00EC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до 1 500 000 рублей на 50 %;</w:t>
      </w:r>
    </w:p>
    <w:p w:rsidR="006E1F6E" w:rsidRDefault="006E1F6E" w:rsidP="00EC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свыше 1 500 000 рублей на 70 %.</w:t>
      </w:r>
    </w:p>
    <w:p w:rsidR="006E1F6E" w:rsidRPr="00B63C59" w:rsidRDefault="006E1F6E" w:rsidP="00EC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3.9.7. На стимулирующие выплаты начисляется районный коэффициент и надбавка за работу в местностях, приравненных к районам Крайнего Севера.</w:t>
      </w:r>
    </w:p>
    <w:p w:rsidR="006E1F6E" w:rsidRDefault="006E1F6E" w:rsidP="00AB0D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57568">
        <w:rPr>
          <w:sz w:val="24"/>
          <w:szCs w:val="24"/>
        </w:rPr>
        <w:t>3.9.8. Неисполнение или ненадлежащее исполнение руководителем предприятия св</w:t>
      </w:r>
      <w:r w:rsidRPr="00857568">
        <w:rPr>
          <w:sz w:val="24"/>
          <w:szCs w:val="24"/>
        </w:rPr>
        <w:t>о</w:t>
      </w:r>
      <w:r w:rsidRPr="00857568">
        <w:rPr>
          <w:sz w:val="24"/>
          <w:szCs w:val="24"/>
        </w:rPr>
        <w:t>их обязанностей может служить основанием для снижения премии до 100% от установле</w:t>
      </w:r>
      <w:r w:rsidRPr="00857568">
        <w:rPr>
          <w:sz w:val="24"/>
          <w:szCs w:val="24"/>
        </w:rPr>
        <w:t>н</w:t>
      </w:r>
      <w:r w:rsidRPr="00857568">
        <w:rPr>
          <w:sz w:val="24"/>
          <w:szCs w:val="24"/>
        </w:rPr>
        <w:t>ного размера по решению Главы муниципального района «Шилкинский район».</w:t>
      </w:r>
    </w:p>
    <w:p w:rsidR="006E1F6E" w:rsidRPr="00B63C59" w:rsidRDefault="006E1F6E" w:rsidP="00AB0D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3.9.9</w:t>
      </w:r>
      <w:r w:rsidRPr="00B63C59">
        <w:rPr>
          <w:sz w:val="24"/>
          <w:szCs w:val="24"/>
        </w:rPr>
        <w:t>. Руководителю</w:t>
      </w:r>
      <w:r>
        <w:rPr>
          <w:sz w:val="24"/>
          <w:szCs w:val="24"/>
        </w:rPr>
        <w:t xml:space="preserve"> </w:t>
      </w:r>
      <w:r w:rsidRPr="00B63C59">
        <w:rPr>
          <w:sz w:val="24"/>
          <w:szCs w:val="24"/>
        </w:rPr>
        <w:t>предпр</w:t>
      </w:r>
      <w:r>
        <w:rPr>
          <w:sz w:val="24"/>
          <w:szCs w:val="24"/>
        </w:rPr>
        <w:t>иятия по решению Главы муниципального района «Ши</w:t>
      </w:r>
      <w:r>
        <w:rPr>
          <w:sz w:val="24"/>
          <w:szCs w:val="24"/>
        </w:rPr>
        <w:t>л</w:t>
      </w:r>
      <w:r>
        <w:rPr>
          <w:sz w:val="24"/>
          <w:szCs w:val="24"/>
        </w:rPr>
        <w:t xml:space="preserve">кинский район» </w:t>
      </w:r>
      <w:r w:rsidRPr="00B63C59">
        <w:rPr>
          <w:sz w:val="24"/>
          <w:szCs w:val="24"/>
        </w:rPr>
        <w:t xml:space="preserve">устанавливается </w:t>
      </w:r>
      <w:r w:rsidRPr="0050750F">
        <w:rPr>
          <w:sz w:val="24"/>
          <w:szCs w:val="24"/>
          <w:u w:val="single"/>
        </w:rPr>
        <w:t>единовременная выплата</w:t>
      </w:r>
      <w:r>
        <w:rPr>
          <w:sz w:val="24"/>
          <w:szCs w:val="24"/>
        </w:rPr>
        <w:t xml:space="preserve"> к среднемесячной заработной пл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те </w:t>
      </w:r>
      <w:r w:rsidRPr="00B63C59">
        <w:rPr>
          <w:sz w:val="24"/>
          <w:szCs w:val="24"/>
        </w:rPr>
        <w:t xml:space="preserve"> за результаты финансово-хозяйственной деятельности отчетного года по следующим пок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зателям бухгалтерского баланса и отчета о прибылях и убытках:</w:t>
      </w:r>
    </w:p>
    <w:p w:rsidR="006E1F6E" w:rsidRDefault="006E1F6E" w:rsidP="00892C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- 15</w:t>
      </w:r>
      <w:r w:rsidRPr="00B63C59">
        <w:rPr>
          <w:sz w:val="24"/>
          <w:szCs w:val="24"/>
        </w:rPr>
        <w:t xml:space="preserve"> % в случае, если производительность труда за отчетный период (Пт) больше пр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дыдущего: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5528"/>
      </w:tblGrid>
      <w:tr w:rsidR="006E1F6E" w:rsidTr="00352BE1">
        <w:tc>
          <w:tcPr>
            <w:tcW w:w="11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F6E" w:rsidRPr="00352BE1" w:rsidRDefault="006E1F6E" w:rsidP="00352BE1">
            <w:pPr>
              <w:jc w:val="center"/>
              <w:rPr>
                <w:sz w:val="24"/>
                <w:szCs w:val="24"/>
              </w:rPr>
            </w:pPr>
            <w:r w:rsidRPr="00352BE1">
              <w:rPr>
                <w:sz w:val="24"/>
                <w:szCs w:val="24"/>
              </w:rPr>
              <w:t>Пт  =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1F6E" w:rsidRPr="00352BE1" w:rsidRDefault="006E1F6E" w:rsidP="00352BE1">
            <w:pPr>
              <w:jc w:val="center"/>
              <w:rPr>
                <w:sz w:val="24"/>
                <w:szCs w:val="24"/>
              </w:rPr>
            </w:pPr>
            <w:r w:rsidRPr="00352BE1">
              <w:rPr>
                <w:sz w:val="24"/>
                <w:szCs w:val="24"/>
              </w:rPr>
              <w:t>выручка от продажи товаров (работ, услуг)</w:t>
            </w:r>
          </w:p>
        </w:tc>
      </w:tr>
      <w:tr w:rsidR="006E1F6E" w:rsidTr="00352BE1">
        <w:tc>
          <w:tcPr>
            <w:tcW w:w="11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F6E" w:rsidRPr="00352BE1" w:rsidRDefault="006E1F6E" w:rsidP="00352B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1F6E" w:rsidRPr="00352BE1" w:rsidRDefault="006E1F6E" w:rsidP="00352BE1">
            <w:pPr>
              <w:jc w:val="center"/>
              <w:rPr>
                <w:sz w:val="24"/>
                <w:szCs w:val="24"/>
              </w:rPr>
            </w:pPr>
            <w:r w:rsidRPr="00352BE1"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</w:tbl>
    <w:p w:rsidR="006E1F6E" w:rsidRPr="00B63C59" w:rsidRDefault="006E1F6E" w:rsidP="00892C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- 15</w:t>
      </w:r>
      <w:r w:rsidRPr="00B63C59">
        <w:rPr>
          <w:sz w:val="24"/>
          <w:szCs w:val="24"/>
        </w:rPr>
        <w:t xml:space="preserve"> % в случае выполнения обязательств по обеспечению поступления в </w:t>
      </w:r>
      <w:r>
        <w:rPr>
          <w:sz w:val="24"/>
          <w:szCs w:val="24"/>
        </w:rPr>
        <w:t>бюджет МР «Шилк</w:t>
      </w:r>
      <w:r w:rsidRPr="00B63C59">
        <w:rPr>
          <w:sz w:val="24"/>
          <w:szCs w:val="24"/>
        </w:rPr>
        <w:t>инский район» части прибыли, причитающейся учредителю, в размерах и сроки, уст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нов</w:t>
      </w:r>
      <w:r>
        <w:rPr>
          <w:sz w:val="24"/>
          <w:szCs w:val="24"/>
        </w:rPr>
        <w:t>ленные решением Совета муниципального района «Шилк</w:t>
      </w:r>
      <w:r w:rsidRPr="00B63C59">
        <w:rPr>
          <w:sz w:val="24"/>
          <w:szCs w:val="24"/>
        </w:rPr>
        <w:t>инский район»;</w:t>
      </w:r>
    </w:p>
    <w:p w:rsidR="006E1F6E" w:rsidRPr="00B63C59" w:rsidRDefault="006E1F6E" w:rsidP="00892CA8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- 10 % при отсутствии просроченной кредиторской задолженности (по заработной пл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те, в бюджеты всех уровней, во внебюджетные фонды).</w:t>
      </w:r>
    </w:p>
    <w:p w:rsidR="006E1F6E" w:rsidRPr="00B63C59" w:rsidRDefault="006E1F6E" w:rsidP="00892CA8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Данная выплата производится за счет прибыли</w:t>
      </w:r>
      <w:r>
        <w:rPr>
          <w:sz w:val="24"/>
          <w:szCs w:val="24"/>
        </w:rPr>
        <w:t>, остающейся в распоряжении предпр</w:t>
      </w:r>
      <w:r>
        <w:rPr>
          <w:sz w:val="24"/>
          <w:szCs w:val="24"/>
        </w:rPr>
        <w:t>и</w:t>
      </w:r>
      <w:r>
        <w:rPr>
          <w:sz w:val="24"/>
          <w:szCs w:val="24"/>
        </w:rPr>
        <w:t>ятия после уплаты налогов и иных обязательных платежей, в том числе части прибыли в бюджет муниципального района</w:t>
      </w:r>
      <w:r w:rsidRPr="00B63C59">
        <w:rPr>
          <w:sz w:val="24"/>
          <w:szCs w:val="24"/>
        </w:rPr>
        <w:t>.</w:t>
      </w:r>
    </w:p>
    <w:p w:rsidR="006E1F6E" w:rsidRDefault="006E1F6E" w:rsidP="00892CA8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Основанием для определения размера еди</w:t>
      </w:r>
      <w:r>
        <w:rPr>
          <w:sz w:val="24"/>
          <w:szCs w:val="24"/>
        </w:rPr>
        <w:t xml:space="preserve">новременной выплаты руководителю </w:t>
      </w:r>
      <w:r w:rsidRPr="00B63C59">
        <w:rPr>
          <w:sz w:val="24"/>
          <w:szCs w:val="24"/>
        </w:rPr>
        <w:t>являе</w:t>
      </w:r>
      <w:r w:rsidRPr="00B63C59">
        <w:rPr>
          <w:sz w:val="24"/>
          <w:szCs w:val="24"/>
        </w:rPr>
        <w:t>т</w:t>
      </w:r>
      <w:r w:rsidRPr="00B63C59">
        <w:rPr>
          <w:sz w:val="24"/>
          <w:szCs w:val="24"/>
        </w:rPr>
        <w:t>ся пр</w:t>
      </w:r>
      <w:r>
        <w:rPr>
          <w:sz w:val="24"/>
          <w:szCs w:val="24"/>
        </w:rPr>
        <w:t>едставление Администрации муниципального района «Шилкинский район»</w:t>
      </w:r>
      <w:r w:rsidRPr="00B63C59">
        <w:rPr>
          <w:sz w:val="24"/>
          <w:szCs w:val="24"/>
        </w:rPr>
        <w:t xml:space="preserve"> годового бухгалтерского баланса, отчета о прибылях и убытках, копий платежных документов о пер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числе</w:t>
      </w:r>
      <w:r>
        <w:rPr>
          <w:sz w:val="24"/>
          <w:szCs w:val="24"/>
        </w:rPr>
        <w:t>нии прибыли в бюджет МР «Шилк</w:t>
      </w:r>
      <w:r w:rsidRPr="00B63C59">
        <w:rPr>
          <w:sz w:val="24"/>
          <w:szCs w:val="24"/>
        </w:rPr>
        <w:t>инский район», а также акты сверок о перечислении налогов и сборов с соответствующими контролирующими органами. Исходные данные по</w:t>
      </w:r>
      <w:r w:rsidRPr="00B63C59">
        <w:rPr>
          <w:sz w:val="24"/>
          <w:szCs w:val="24"/>
        </w:rPr>
        <w:t>д</w:t>
      </w:r>
      <w:r w:rsidRPr="00B63C59">
        <w:rPr>
          <w:sz w:val="24"/>
          <w:szCs w:val="24"/>
        </w:rPr>
        <w:t>писываются руководителем и главным бухгалтером предприятия и заверяются печатью.</w:t>
      </w:r>
    </w:p>
    <w:p w:rsidR="006E1F6E" w:rsidRDefault="006E1F6E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  <w:r>
        <w:rPr>
          <w:sz w:val="24"/>
          <w:szCs w:val="24"/>
        </w:rPr>
        <w:t xml:space="preserve">3.10. </w:t>
      </w:r>
      <w:r w:rsidRPr="00B63C59">
        <w:rPr>
          <w:sz w:val="24"/>
          <w:szCs w:val="24"/>
        </w:rPr>
        <w:t>Руков</w:t>
      </w:r>
      <w:r>
        <w:rPr>
          <w:sz w:val="24"/>
          <w:szCs w:val="24"/>
        </w:rPr>
        <w:t>одителю предприятия устанавливаю</w:t>
      </w:r>
      <w:r w:rsidRPr="00B63C59">
        <w:rPr>
          <w:sz w:val="24"/>
          <w:szCs w:val="24"/>
        </w:rPr>
        <w:t xml:space="preserve">тся </w:t>
      </w:r>
      <w:r>
        <w:rPr>
          <w:sz w:val="24"/>
          <w:szCs w:val="24"/>
        </w:rPr>
        <w:t xml:space="preserve">основной оплачиваемый отпуск продолжительностью 28 календарных дней и </w:t>
      </w:r>
      <w:r w:rsidRPr="00B63C59">
        <w:rPr>
          <w:sz w:val="24"/>
          <w:szCs w:val="24"/>
        </w:rPr>
        <w:t xml:space="preserve">дополнительный оплачиваемый отпуск </w:t>
      </w:r>
      <w:r>
        <w:rPr>
          <w:sz w:val="24"/>
          <w:szCs w:val="24"/>
        </w:rPr>
        <w:t>за стаж работы в местностях, приравненных к районам Крайнего Севера продолжительностью 8 к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лендарных дней. </w:t>
      </w:r>
    </w:p>
    <w:p w:rsidR="006E1F6E" w:rsidRPr="00B63C59" w:rsidRDefault="006E1F6E" w:rsidP="002546C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3.11. Руководителю предприятия </w:t>
      </w:r>
      <w:r w:rsidRPr="00B63C59">
        <w:rPr>
          <w:sz w:val="24"/>
          <w:szCs w:val="24"/>
        </w:rPr>
        <w:t>за работу с ненормированным рабочим днем</w:t>
      </w:r>
      <w:r>
        <w:rPr>
          <w:sz w:val="24"/>
          <w:szCs w:val="24"/>
        </w:rPr>
        <w:t xml:space="preserve"> устана</w:t>
      </w:r>
      <w:r>
        <w:rPr>
          <w:sz w:val="24"/>
          <w:szCs w:val="24"/>
        </w:rPr>
        <w:t>в</w:t>
      </w:r>
      <w:r>
        <w:rPr>
          <w:sz w:val="24"/>
          <w:szCs w:val="24"/>
        </w:rPr>
        <w:t>ливается дополнительный оплачиваемый отпуск з</w:t>
      </w:r>
      <w:r w:rsidRPr="00B63C59">
        <w:rPr>
          <w:sz w:val="24"/>
          <w:szCs w:val="24"/>
        </w:rPr>
        <w:t>а первый год работы на предприятии  - пр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должительностью 3 календарных дня. За каждый последующий год работы на предпр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>ятии дополнительный оплачиваемый отпуск предоставляется из расчета 1 календарный день за полный год работы, но не бо</w:t>
      </w:r>
      <w:r>
        <w:rPr>
          <w:sz w:val="24"/>
          <w:szCs w:val="24"/>
        </w:rPr>
        <w:t>лее 12</w:t>
      </w:r>
      <w:r w:rsidRPr="00B63C59">
        <w:rPr>
          <w:sz w:val="24"/>
          <w:szCs w:val="24"/>
        </w:rPr>
        <w:t xml:space="preserve"> календарных дней. </w:t>
      </w:r>
    </w:p>
    <w:p w:rsidR="006E1F6E" w:rsidRPr="00B63C59" w:rsidRDefault="006E1F6E" w:rsidP="00FA0E60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  <w:r>
        <w:rPr>
          <w:sz w:val="24"/>
          <w:szCs w:val="24"/>
        </w:rPr>
        <w:t xml:space="preserve">3.12. </w:t>
      </w:r>
      <w:r w:rsidRPr="00B63C59">
        <w:rPr>
          <w:sz w:val="24"/>
          <w:szCs w:val="24"/>
        </w:rPr>
        <w:t xml:space="preserve">Руководителю предприятия </w:t>
      </w:r>
      <w:r>
        <w:rPr>
          <w:sz w:val="24"/>
          <w:szCs w:val="24"/>
        </w:rPr>
        <w:t>при предоставлении ежегодного оплачиваемого 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пуска выплачивается</w:t>
      </w:r>
      <w:r w:rsidRPr="00B63C59">
        <w:rPr>
          <w:sz w:val="24"/>
          <w:szCs w:val="24"/>
        </w:rPr>
        <w:t xml:space="preserve"> материальная помощь в размере одного должностного оклада с учетом районного коэффициента к заработной плате за работу в местностях с особыми климатич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скими условиями и процентной надбавки за стаж работы в местностях, приравненных к ра</w:t>
      </w:r>
      <w:r w:rsidRPr="00B63C59">
        <w:rPr>
          <w:sz w:val="24"/>
          <w:szCs w:val="24"/>
        </w:rPr>
        <w:t>й</w:t>
      </w:r>
      <w:r w:rsidRPr="00B63C59">
        <w:rPr>
          <w:sz w:val="24"/>
          <w:szCs w:val="24"/>
        </w:rPr>
        <w:t>онам Крайнего Севера.</w:t>
      </w:r>
    </w:p>
    <w:p w:rsidR="006E1F6E" w:rsidRPr="00B63C59" w:rsidRDefault="006E1F6E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  <w:r>
        <w:rPr>
          <w:sz w:val="24"/>
          <w:szCs w:val="24"/>
        </w:rPr>
        <w:t xml:space="preserve">3.13. </w:t>
      </w:r>
      <w:r w:rsidRPr="00B63C59">
        <w:rPr>
          <w:sz w:val="24"/>
          <w:szCs w:val="24"/>
        </w:rPr>
        <w:t xml:space="preserve">На основании распоряжения </w:t>
      </w:r>
      <w:r>
        <w:rPr>
          <w:sz w:val="24"/>
          <w:szCs w:val="24"/>
        </w:rPr>
        <w:t>Главы муниципального района «Шилкинский ра</w:t>
      </w:r>
      <w:r>
        <w:rPr>
          <w:sz w:val="24"/>
          <w:szCs w:val="24"/>
        </w:rPr>
        <w:t>й</w:t>
      </w:r>
      <w:r>
        <w:rPr>
          <w:sz w:val="24"/>
          <w:szCs w:val="24"/>
        </w:rPr>
        <w:t>он»</w:t>
      </w:r>
      <w:r w:rsidRPr="00B63C59">
        <w:rPr>
          <w:sz w:val="24"/>
          <w:szCs w:val="24"/>
        </w:rPr>
        <w:t xml:space="preserve"> руководителю предприятия оказывается дополнительная материальная помощь, с указ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нием источников оплаты, в случаях:</w:t>
      </w:r>
    </w:p>
    <w:p w:rsidR="006E1F6E" w:rsidRPr="00B63C59" w:rsidRDefault="006E1F6E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>смерти близких родственников руководителя (родителей, родителей супруга(-и), су</w:t>
      </w:r>
      <w:r w:rsidRPr="00B63C59">
        <w:rPr>
          <w:sz w:val="24"/>
          <w:szCs w:val="24"/>
        </w:rPr>
        <w:t>п</w:t>
      </w:r>
      <w:r w:rsidRPr="00B63C59">
        <w:rPr>
          <w:sz w:val="24"/>
          <w:szCs w:val="24"/>
        </w:rPr>
        <w:t>руга(-и), родных братьев и сестер, детей)  - в размере 10 000 рублей;</w:t>
      </w:r>
    </w:p>
    <w:p w:rsidR="006E1F6E" w:rsidRPr="00B63C59" w:rsidRDefault="006E1F6E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>тяжелого, длительного заболе</w:t>
      </w:r>
      <w:r>
        <w:rPr>
          <w:sz w:val="24"/>
          <w:szCs w:val="24"/>
        </w:rPr>
        <w:t>вания – в размере 15 000 рублей.</w:t>
      </w:r>
    </w:p>
    <w:p w:rsidR="006E1F6E" w:rsidRPr="00B63C59" w:rsidRDefault="006E1F6E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 xml:space="preserve">В случае смерти самого руководителя предприятия членам его семьи на основании распоряжения </w:t>
      </w:r>
      <w:r>
        <w:rPr>
          <w:sz w:val="24"/>
          <w:szCs w:val="24"/>
        </w:rPr>
        <w:t xml:space="preserve">Главы муниципального района «Шилкинский район» </w:t>
      </w:r>
      <w:r w:rsidRPr="00B63C59">
        <w:rPr>
          <w:sz w:val="24"/>
          <w:szCs w:val="24"/>
        </w:rPr>
        <w:t>оказывается материал</w:t>
      </w:r>
      <w:r w:rsidRPr="00B63C59">
        <w:rPr>
          <w:sz w:val="24"/>
          <w:szCs w:val="24"/>
        </w:rPr>
        <w:t>ь</w:t>
      </w:r>
      <w:r>
        <w:rPr>
          <w:sz w:val="24"/>
          <w:szCs w:val="24"/>
        </w:rPr>
        <w:t>ная помощь в размере 1</w:t>
      </w:r>
      <w:r w:rsidRPr="00B63C59">
        <w:rPr>
          <w:sz w:val="24"/>
          <w:szCs w:val="24"/>
        </w:rPr>
        <w:t>0 000 рублей.</w:t>
      </w:r>
    </w:p>
    <w:p w:rsidR="006E1F6E" w:rsidRPr="00B63C59" w:rsidRDefault="006E1F6E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 xml:space="preserve">В заявлении на имя </w:t>
      </w:r>
      <w:r>
        <w:rPr>
          <w:sz w:val="24"/>
          <w:szCs w:val="24"/>
        </w:rPr>
        <w:t>Главы муниципального района «Шилкинский район»</w:t>
      </w:r>
      <w:r w:rsidRPr="00B63C59">
        <w:rPr>
          <w:sz w:val="24"/>
          <w:szCs w:val="24"/>
        </w:rPr>
        <w:t xml:space="preserve"> о выплате дополнительной материальной помощи указывается источник оплаты.</w:t>
      </w:r>
    </w:p>
    <w:p w:rsidR="006E1F6E" w:rsidRDefault="006E1F6E" w:rsidP="00BC6FB0">
      <w:pPr>
        <w:jc w:val="center"/>
        <w:rPr>
          <w:b/>
        </w:rPr>
      </w:pPr>
    </w:p>
    <w:p w:rsidR="006E1F6E" w:rsidRPr="00425ED5" w:rsidRDefault="006E1F6E" w:rsidP="00BC6FB0">
      <w:pPr>
        <w:jc w:val="center"/>
        <w:rPr>
          <w:b/>
        </w:rPr>
      </w:pPr>
      <w:r w:rsidRPr="00425ED5">
        <w:rPr>
          <w:b/>
        </w:rPr>
        <w:t>4. Система оплаты труда работников предприятий</w:t>
      </w:r>
    </w:p>
    <w:p w:rsidR="006E1F6E" w:rsidRPr="00B63C59" w:rsidRDefault="006E1F6E" w:rsidP="00BC6FB0">
      <w:pPr>
        <w:jc w:val="center"/>
        <w:rPr>
          <w:b/>
          <w:sz w:val="24"/>
          <w:szCs w:val="24"/>
        </w:rPr>
      </w:pPr>
    </w:p>
    <w:p w:rsidR="006E1F6E" w:rsidRPr="00B63C59" w:rsidRDefault="006E1F6E" w:rsidP="00BC6FB0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4.1. Система оплаты труда работников предприятия утверждается руководителем предприятия в пределах нормативного фонда оплаты труда по согласованию с учредителем.</w:t>
      </w:r>
    </w:p>
    <w:p w:rsidR="006E1F6E" w:rsidRPr="00B63C59" w:rsidRDefault="006E1F6E" w:rsidP="00BC6FB0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4.2. Работникам предприятий по результатам работы за год может выплачиваться во</w:t>
      </w:r>
      <w:r w:rsidRPr="00B63C59">
        <w:rPr>
          <w:sz w:val="24"/>
          <w:szCs w:val="24"/>
        </w:rPr>
        <w:t>з</w:t>
      </w:r>
      <w:r w:rsidRPr="00B63C59">
        <w:rPr>
          <w:sz w:val="24"/>
          <w:szCs w:val="24"/>
        </w:rPr>
        <w:t>награждение. Вознаграждение по итогам работы за год производится при наличии прибыли на предпр</w:t>
      </w:r>
      <w:r>
        <w:rPr>
          <w:sz w:val="24"/>
          <w:szCs w:val="24"/>
        </w:rPr>
        <w:t>иятии</w:t>
      </w:r>
      <w:r w:rsidRPr="00B63C59">
        <w:rPr>
          <w:sz w:val="24"/>
          <w:szCs w:val="24"/>
        </w:rPr>
        <w:t>.</w:t>
      </w:r>
    </w:p>
    <w:p w:rsidR="006E1F6E" w:rsidRPr="00B63C59" w:rsidRDefault="006E1F6E" w:rsidP="00BC6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 w:rsidRPr="00B63C59">
        <w:rPr>
          <w:sz w:val="24"/>
          <w:szCs w:val="24"/>
        </w:rPr>
        <w:t>. Конкретные размеры надбавок и доплат для работников предприятий устанавл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>ваются руководителем предприятия в соответствии с действующим на предприятии полож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нием об оплате труда и премировании, утвержденным руководителем предприятия, соглас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ванным с учредителем и не противоречащим действующему законодательству.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B63C59">
        <w:rPr>
          <w:sz w:val="24"/>
          <w:szCs w:val="24"/>
        </w:rPr>
        <w:t>. К выплатам компенсационного характера относятся: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выплаты за работу в условиях, отклоняющихся от нормальных (при выполнении р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бот различной квалификации, разъездном характере работы, совмещении профессий (должн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стей), расширении зон обслуживания, исполнении обязанностей временно отсутствующ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го работника без освобождения от работы, определенной трудовым договором, в выходные и н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рабочие праздничные дни, сверхурочной работе, работе в ночное время и при выполнении р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бот в других условиях, отклоняющихся от нормальных);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выплаты за дополнительные виды работ, не входящие в должностные обязанности работников, но непосредственно связанные с их выполнением;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иные выплаты и надбавки компенсационного характера в соответствии с Трудовым кодексом Р</w:t>
      </w:r>
      <w:r>
        <w:rPr>
          <w:sz w:val="24"/>
          <w:szCs w:val="24"/>
        </w:rPr>
        <w:t xml:space="preserve">оссийской </w:t>
      </w:r>
      <w:r w:rsidRPr="00B63C5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B63C59">
        <w:rPr>
          <w:sz w:val="24"/>
          <w:szCs w:val="24"/>
        </w:rPr>
        <w:t xml:space="preserve">. 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 w:rsidRPr="00B63C59">
        <w:rPr>
          <w:sz w:val="24"/>
          <w:szCs w:val="24"/>
        </w:rPr>
        <w:t xml:space="preserve">. Выплаты компенсационного характера устанавливаются к окладам в процентах или в абсолютных размерах в пределах средств нормативного фонда оплаты труда. 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Размеры выплат компенсационного характера не могут быть ниже размеров, пред</w:t>
      </w:r>
      <w:r w:rsidRPr="00B63C59">
        <w:rPr>
          <w:sz w:val="24"/>
          <w:szCs w:val="24"/>
        </w:rPr>
        <w:t>у</w:t>
      </w:r>
      <w:r w:rsidRPr="00B63C59">
        <w:rPr>
          <w:sz w:val="24"/>
          <w:szCs w:val="24"/>
        </w:rPr>
        <w:t xml:space="preserve">смотренных трудовым законодательством и иными </w:t>
      </w:r>
      <w:r>
        <w:rPr>
          <w:sz w:val="24"/>
          <w:szCs w:val="24"/>
        </w:rPr>
        <w:t>нормативными правовыми актами</w:t>
      </w:r>
      <w:r w:rsidRPr="00B63C59">
        <w:rPr>
          <w:sz w:val="24"/>
          <w:szCs w:val="24"/>
        </w:rPr>
        <w:t>, соде</w:t>
      </w:r>
      <w:r w:rsidRPr="00B63C59">
        <w:rPr>
          <w:sz w:val="24"/>
          <w:szCs w:val="24"/>
        </w:rPr>
        <w:t>р</w:t>
      </w:r>
      <w:r w:rsidRPr="00B63C59">
        <w:rPr>
          <w:sz w:val="24"/>
          <w:szCs w:val="24"/>
        </w:rPr>
        <w:t xml:space="preserve">жащими нормы трудового права. 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Выплаты компенсационного характера, размеры и условия их установления определ</w:t>
      </w:r>
      <w:r w:rsidRPr="00B63C59">
        <w:rPr>
          <w:sz w:val="24"/>
          <w:szCs w:val="24"/>
        </w:rPr>
        <w:t>я</w:t>
      </w:r>
      <w:r w:rsidRPr="00B63C59">
        <w:rPr>
          <w:sz w:val="24"/>
          <w:szCs w:val="24"/>
        </w:rPr>
        <w:t>ются коллективными договорами, соглашениями, локальными нормативными актами, пол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жениями об оплате труда работников предприятия.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4.6</w:t>
      </w:r>
      <w:r w:rsidRPr="00B63C59">
        <w:rPr>
          <w:sz w:val="24"/>
          <w:szCs w:val="24"/>
        </w:rPr>
        <w:t>. В целях поощрения работников за выполненную работу на предприятии устана</w:t>
      </w:r>
      <w:r w:rsidRPr="00B63C59">
        <w:rPr>
          <w:sz w:val="24"/>
          <w:szCs w:val="24"/>
        </w:rPr>
        <w:t>в</w:t>
      </w:r>
      <w:r w:rsidRPr="00B63C59">
        <w:rPr>
          <w:sz w:val="24"/>
          <w:szCs w:val="24"/>
        </w:rPr>
        <w:t xml:space="preserve">ливаются следующие </w:t>
      </w:r>
      <w:r>
        <w:rPr>
          <w:sz w:val="24"/>
          <w:szCs w:val="24"/>
        </w:rPr>
        <w:t>стимулирующие</w:t>
      </w:r>
      <w:r w:rsidRPr="00B63C59">
        <w:rPr>
          <w:sz w:val="24"/>
          <w:szCs w:val="24"/>
        </w:rPr>
        <w:t xml:space="preserve"> выплат</w:t>
      </w:r>
      <w:r>
        <w:rPr>
          <w:sz w:val="24"/>
          <w:szCs w:val="24"/>
        </w:rPr>
        <w:t>ы</w:t>
      </w:r>
      <w:r w:rsidRPr="00B63C59">
        <w:rPr>
          <w:sz w:val="24"/>
          <w:szCs w:val="24"/>
        </w:rPr>
        <w:t>: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надбавка за выслугу лет;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надбавка за сложность и напряженность работы;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премии и вознаграждения;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другие надбавки и доплаты.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Стимулирующие выплаты осуществляются по решению руководителя предприятия в пределах нормативного фонда оплаты труда работников предприятия.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4.7. </w:t>
      </w:r>
      <w:r w:rsidRPr="00B63C59">
        <w:rPr>
          <w:sz w:val="24"/>
          <w:szCs w:val="24"/>
        </w:rPr>
        <w:t>Системы, размеры и критерии премирования, доплат и надбавок стимулирующего характера определяются предприятием самостоятельно в пределах средств, направляемых на оплату труда, и закрепляются в коллективном договоре, локальном акте этого предприятия, согласованном с учредителем.</w:t>
      </w:r>
    </w:p>
    <w:p w:rsidR="006E1F6E" w:rsidRPr="00B63C59" w:rsidRDefault="006E1F6E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4.8. </w:t>
      </w:r>
      <w:r w:rsidRPr="00B63C59">
        <w:rPr>
          <w:sz w:val="24"/>
          <w:szCs w:val="24"/>
        </w:rPr>
        <w:t>Локальные акты о премировании, доплатах и надбавках стимулирующего характ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ра должны содержать четкое отражение конкретного назначения выплат и круг премиру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мых работников, лиц, получающих доплаты и надбавки стимулирующего характера.</w:t>
      </w:r>
    </w:p>
    <w:p w:rsidR="006E1F6E" w:rsidRPr="00B63C59" w:rsidRDefault="006E1F6E" w:rsidP="00BC6FB0">
      <w:pPr>
        <w:ind w:firstLine="709"/>
        <w:jc w:val="both"/>
        <w:rPr>
          <w:sz w:val="24"/>
          <w:szCs w:val="24"/>
        </w:rPr>
      </w:pPr>
    </w:p>
    <w:p w:rsidR="006E1F6E" w:rsidRPr="00B63C59" w:rsidRDefault="006E1F6E" w:rsidP="00424A77">
      <w:pPr>
        <w:ind w:firstLine="709"/>
        <w:jc w:val="center"/>
        <w:rPr>
          <w:b/>
          <w:sz w:val="24"/>
          <w:szCs w:val="24"/>
        </w:rPr>
      </w:pPr>
      <w:r w:rsidRPr="00B63C59">
        <w:rPr>
          <w:b/>
          <w:sz w:val="24"/>
          <w:szCs w:val="24"/>
        </w:rPr>
        <w:t>5. Заключительные положения</w:t>
      </w:r>
    </w:p>
    <w:p w:rsidR="006E1F6E" w:rsidRPr="00B63C59" w:rsidRDefault="006E1F6E" w:rsidP="00424A77">
      <w:pPr>
        <w:ind w:firstLine="709"/>
        <w:jc w:val="center"/>
        <w:rPr>
          <w:b/>
          <w:sz w:val="24"/>
          <w:szCs w:val="24"/>
        </w:rPr>
      </w:pPr>
    </w:p>
    <w:p w:rsidR="006E1F6E" w:rsidRPr="00B63C59" w:rsidRDefault="006E1F6E" w:rsidP="00B63C5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5.1. Прочие вопросы</w:t>
      </w:r>
      <w:r>
        <w:rPr>
          <w:sz w:val="24"/>
          <w:szCs w:val="24"/>
        </w:rPr>
        <w:t>,</w:t>
      </w:r>
      <w:r w:rsidRPr="00B63C59">
        <w:rPr>
          <w:sz w:val="24"/>
          <w:szCs w:val="24"/>
        </w:rPr>
        <w:t xml:space="preserve"> не урегулированные данным Положением, решаются предпр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>ятием самостоятельно в части, не противоречащей трудовому законодательству.</w:t>
      </w:r>
    </w:p>
    <w:p w:rsidR="006E1F6E" w:rsidRPr="00B63C59" w:rsidRDefault="006E1F6E" w:rsidP="00B63C5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5.2. Иные положения и нормы, касающиеся оплаты труда работников предприятий, не указанные в настоящем Положении, применяются на основании </w:t>
      </w:r>
      <w:r>
        <w:rPr>
          <w:sz w:val="24"/>
          <w:szCs w:val="24"/>
        </w:rPr>
        <w:t>нормативных правовых 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тов</w:t>
      </w:r>
      <w:r w:rsidRPr="00B63C59">
        <w:rPr>
          <w:sz w:val="24"/>
          <w:szCs w:val="24"/>
        </w:rPr>
        <w:t xml:space="preserve"> об оплате труда работников предприятий, утвержденных в установленном порядке.</w:t>
      </w:r>
    </w:p>
    <w:p w:rsidR="006E1F6E" w:rsidRPr="00B63C59" w:rsidRDefault="006E1F6E" w:rsidP="0089031A">
      <w:pPr>
        <w:jc w:val="both"/>
        <w:rPr>
          <w:sz w:val="24"/>
          <w:szCs w:val="24"/>
        </w:rPr>
      </w:pPr>
    </w:p>
    <w:sectPr w:rsidR="006E1F6E" w:rsidRPr="00B63C59" w:rsidSect="00B14018">
      <w:pgSz w:w="11906" w:h="16838"/>
      <w:pgMar w:top="851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670457C3"/>
    <w:multiLevelType w:val="hybridMultilevel"/>
    <w:tmpl w:val="1A3CC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1EF7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3CCE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6D6"/>
    <w:rsid w:val="000A599E"/>
    <w:rsid w:val="000A5BDB"/>
    <w:rsid w:val="000A5EE1"/>
    <w:rsid w:val="000A6ACF"/>
    <w:rsid w:val="000A6CEA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0FA6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03F6"/>
    <w:rsid w:val="00101276"/>
    <w:rsid w:val="00101DD3"/>
    <w:rsid w:val="00102236"/>
    <w:rsid w:val="00102424"/>
    <w:rsid w:val="001027A5"/>
    <w:rsid w:val="00103381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0A81"/>
    <w:rsid w:val="00151FCE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2AC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46C8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881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1B4A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2FB2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3DB7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4EAA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3B76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552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816"/>
    <w:rsid w:val="00323F70"/>
    <w:rsid w:val="00324089"/>
    <w:rsid w:val="00324CFE"/>
    <w:rsid w:val="0033006E"/>
    <w:rsid w:val="003337B3"/>
    <w:rsid w:val="003338E7"/>
    <w:rsid w:val="003346C4"/>
    <w:rsid w:val="00335158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BE1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67B73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377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75A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0F14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5ED5"/>
    <w:rsid w:val="00426158"/>
    <w:rsid w:val="00427492"/>
    <w:rsid w:val="00427D24"/>
    <w:rsid w:val="00430DF0"/>
    <w:rsid w:val="00431470"/>
    <w:rsid w:val="0043314A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0F7"/>
    <w:rsid w:val="004564DB"/>
    <w:rsid w:val="004569B8"/>
    <w:rsid w:val="00457695"/>
    <w:rsid w:val="00460D54"/>
    <w:rsid w:val="00462428"/>
    <w:rsid w:val="00462676"/>
    <w:rsid w:val="004626F9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962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9D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3E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8F0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0750F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2A"/>
    <w:rsid w:val="00527543"/>
    <w:rsid w:val="00527ADB"/>
    <w:rsid w:val="00527B75"/>
    <w:rsid w:val="00530142"/>
    <w:rsid w:val="00531D93"/>
    <w:rsid w:val="00531EFE"/>
    <w:rsid w:val="005327CF"/>
    <w:rsid w:val="00532EE8"/>
    <w:rsid w:val="00533569"/>
    <w:rsid w:val="00533E8E"/>
    <w:rsid w:val="00534055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00BE"/>
    <w:rsid w:val="00560FF6"/>
    <w:rsid w:val="00561376"/>
    <w:rsid w:val="00561923"/>
    <w:rsid w:val="00562218"/>
    <w:rsid w:val="00562B55"/>
    <w:rsid w:val="00562C33"/>
    <w:rsid w:val="00563402"/>
    <w:rsid w:val="00563565"/>
    <w:rsid w:val="00566CD7"/>
    <w:rsid w:val="00566FDF"/>
    <w:rsid w:val="00567FCE"/>
    <w:rsid w:val="005703FE"/>
    <w:rsid w:val="00570F2F"/>
    <w:rsid w:val="005718AB"/>
    <w:rsid w:val="00572662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87DDA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AFA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215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06F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3F9"/>
    <w:rsid w:val="006025EA"/>
    <w:rsid w:val="00603281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243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0CA8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31EE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6778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1F6E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CAF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08A"/>
    <w:rsid w:val="007B6270"/>
    <w:rsid w:val="007B7778"/>
    <w:rsid w:val="007C0BF8"/>
    <w:rsid w:val="007C0E4C"/>
    <w:rsid w:val="007C16A1"/>
    <w:rsid w:val="007C1A60"/>
    <w:rsid w:val="007C21D2"/>
    <w:rsid w:val="007C2F42"/>
    <w:rsid w:val="007C33E8"/>
    <w:rsid w:val="007C5378"/>
    <w:rsid w:val="007C53A6"/>
    <w:rsid w:val="007C6848"/>
    <w:rsid w:val="007C7C59"/>
    <w:rsid w:val="007D3125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35A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568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3C1A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AC0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18C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3BA6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67A6"/>
    <w:rsid w:val="00947926"/>
    <w:rsid w:val="009501E1"/>
    <w:rsid w:val="00950366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9BE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472"/>
    <w:rsid w:val="00AA19E2"/>
    <w:rsid w:val="00AA2778"/>
    <w:rsid w:val="00AA462E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0D51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2D6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018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3B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8BE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99F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1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2322"/>
    <w:rsid w:val="00BA30DC"/>
    <w:rsid w:val="00BA4287"/>
    <w:rsid w:val="00BA4CD7"/>
    <w:rsid w:val="00BA55B3"/>
    <w:rsid w:val="00BA5BC2"/>
    <w:rsid w:val="00BA600E"/>
    <w:rsid w:val="00BB07A8"/>
    <w:rsid w:val="00BB0A6F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57D6D"/>
    <w:rsid w:val="00C63B68"/>
    <w:rsid w:val="00C63FF0"/>
    <w:rsid w:val="00C64515"/>
    <w:rsid w:val="00C64C3D"/>
    <w:rsid w:val="00C65E01"/>
    <w:rsid w:val="00C660A7"/>
    <w:rsid w:val="00C677B4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1B90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6BA0"/>
    <w:rsid w:val="00CE7B86"/>
    <w:rsid w:val="00CF02A3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1066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0DF"/>
    <w:rsid w:val="00D455F6"/>
    <w:rsid w:val="00D45CE6"/>
    <w:rsid w:val="00D46498"/>
    <w:rsid w:val="00D468F0"/>
    <w:rsid w:val="00D477EA"/>
    <w:rsid w:val="00D47D9B"/>
    <w:rsid w:val="00D47E0A"/>
    <w:rsid w:val="00D47E2E"/>
    <w:rsid w:val="00D51613"/>
    <w:rsid w:val="00D52E61"/>
    <w:rsid w:val="00D53C2B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640"/>
    <w:rsid w:val="00DD7796"/>
    <w:rsid w:val="00DE0C1E"/>
    <w:rsid w:val="00DE19DC"/>
    <w:rsid w:val="00DE1C8B"/>
    <w:rsid w:val="00DE1E5D"/>
    <w:rsid w:val="00DE239B"/>
    <w:rsid w:val="00DE254E"/>
    <w:rsid w:val="00DE37A3"/>
    <w:rsid w:val="00DE39D8"/>
    <w:rsid w:val="00DE3C6F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838"/>
    <w:rsid w:val="00E069D7"/>
    <w:rsid w:val="00E06FA1"/>
    <w:rsid w:val="00E11063"/>
    <w:rsid w:val="00E11FF0"/>
    <w:rsid w:val="00E123A9"/>
    <w:rsid w:val="00E128F6"/>
    <w:rsid w:val="00E12DD7"/>
    <w:rsid w:val="00E132A8"/>
    <w:rsid w:val="00E140A1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E80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182"/>
    <w:rsid w:val="00E92412"/>
    <w:rsid w:val="00E9267F"/>
    <w:rsid w:val="00E92955"/>
    <w:rsid w:val="00E92990"/>
    <w:rsid w:val="00E939AF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C7F11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2EED"/>
    <w:rsid w:val="00F34565"/>
    <w:rsid w:val="00F34A2B"/>
    <w:rsid w:val="00F35393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36A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0E6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D77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5A18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4557"/>
    <w:rPr>
      <w:rFonts w:cs="Times New Roman"/>
      <w:color w:val="808080"/>
    </w:rPr>
  </w:style>
  <w:style w:type="paragraph" w:styleId="Title">
    <w:name w:val="Title"/>
    <w:basedOn w:val="Normal"/>
    <w:link w:val="TitleChar1"/>
    <w:uiPriority w:val="99"/>
    <w:qFormat/>
    <w:locked/>
    <w:rsid w:val="00560FF6"/>
    <w:pPr>
      <w:ind w:firstLine="284"/>
      <w:jc w:val="center"/>
    </w:pPr>
    <w:rPr>
      <w:rFonts w:eastAsia="Calibri"/>
      <w:b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3F00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1">
    <w:name w:val="Title Char1"/>
    <w:link w:val="Title"/>
    <w:uiPriority w:val="99"/>
    <w:locked/>
    <w:rsid w:val="00560FF6"/>
    <w:rPr>
      <w:b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353</TotalTime>
  <Pages>6</Pages>
  <Words>2355</Words>
  <Characters>13427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UserXP</cp:lastModifiedBy>
  <cp:revision>23</cp:revision>
  <cp:lastPrinted>2016-12-21T07:46:00Z</cp:lastPrinted>
  <dcterms:created xsi:type="dcterms:W3CDTF">2016-12-12T15:40:00Z</dcterms:created>
  <dcterms:modified xsi:type="dcterms:W3CDTF">2016-12-21T07:51:00Z</dcterms:modified>
</cp:coreProperties>
</file>